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9402C" w14:textId="7C7C8257" w:rsidR="00274B62" w:rsidRPr="00274B62" w:rsidRDefault="00997F14" w:rsidP="00274B62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 w:rsidRPr="1A46867D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Hlk176178282"/>
      <w:r w:rsidR="00274B62" w:rsidRPr="00274B62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3A4442">
        <w:rPr>
          <w:rFonts w:ascii="Corbel" w:hAnsi="Corbel"/>
          <w:bCs/>
          <w:i/>
          <w:lang w:eastAsia="ar-SA"/>
        </w:rPr>
        <w:t>61</w:t>
      </w:r>
      <w:r w:rsidR="00274B62" w:rsidRPr="00274B62">
        <w:rPr>
          <w:rFonts w:ascii="Corbel" w:hAnsi="Corbel"/>
          <w:bCs/>
          <w:i/>
          <w:lang w:eastAsia="ar-SA"/>
        </w:rPr>
        <w:t>/202</w:t>
      </w:r>
      <w:r w:rsidR="003A4442">
        <w:rPr>
          <w:rFonts w:ascii="Corbel" w:hAnsi="Corbel"/>
          <w:bCs/>
          <w:i/>
          <w:lang w:eastAsia="ar-SA"/>
        </w:rPr>
        <w:t>5</w:t>
      </w:r>
    </w:p>
    <w:p w14:paraId="76FF9C05" w14:textId="77777777" w:rsidR="00274B62" w:rsidRPr="00274B62" w:rsidRDefault="00274B62" w:rsidP="00274B62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274B62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471159F6" w14:textId="678B8CBA" w:rsidR="00274B62" w:rsidRPr="00274B62" w:rsidRDefault="00274B62" w:rsidP="00274B62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274B62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3A4442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274B62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3A4442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7FB50CCD" w14:textId="77777777" w:rsidR="00274B62" w:rsidRPr="00274B62" w:rsidRDefault="00274B62" w:rsidP="00B8773F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274B62">
        <w:rPr>
          <w:rFonts w:ascii="Corbel" w:hAnsi="Corbel"/>
          <w:i/>
          <w:sz w:val="20"/>
          <w:szCs w:val="20"/>
          <w:lang w:eastAsia="ar-SA"/>
        </w:rPr>
        <w:t>(skrajne daty</w:t>
      </w:r>
      <w:r w:rsidRPr="00274B62">
        <w:rPr>
          <w:rFonts w:ascii="Corbel" w:hAnsi="Corbel"/>
          <w:sz w:val="20"/>
          <w:szCs w:val="20"/>
          <w:lang w:eastAsia="ar-SA"/>
        </w:rPr>
        <w:t>)</w:t>
      </w:r>
    </w:p>
    <w:p w14:paraId="6C5721FF" w14:textId="0B66A7C5" w:rsidR="00274B62" w:rsidRDefault="00274B62" w:rsidP="00274B62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274B62">
        <w:rPr>
          <w:rFonts w:ascii="Corbel" w:hAnsi="Corbel"/>
          <w:sz w:val="20"/>
          <w:szCs w:val="20"/>
          <w:lang w:eastAsia="ar-SA"/>
        </w:rPr>
        <w:t>Rok akademicki 2025/2026</w:t>
      </w:r>
      <w:bookmarkEnd w:id="0"/>
    </w:p>
    <w:p w14:paraId="7C3EF02D" w14:textId="77777777" w:rsidR="00B8773F" w:rsidRPr="00274B62" w:rsidRDefault="00B8773F" w:rsidP="00274B62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1A46867D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1DA90896" w:rsidR="0085747A" w:rsidRPr="003A4442" w:rsidRDefault="003B04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3A4442">
              <w:rPr>
                <w:rFonts w:ascii="Corbel" w:hAnsi="Corbel"/>
                <w:bCs/>
                <w:sz w:val="24"/>
                <w:szCs w:val="24"/>
              </w:rPr>
              <w:t>Nauka o państwie współczesnym</w:t>
            </w:r>
          </w:p>
        </w:tc>
      </w:tr>
      <w:tr w:rsidR="0085747A" w:rsidRPr="00B169DF" w14:paraId="1820FF8A" w14:textId="77777777" w:rsidTr="1A46867D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9DAD155" w:rsidR="0085747A" w:rsidRPr="003A4442" w:rsidRDefault="003B04E1" w:rsidP="1A4686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A4442">
              <w:rPr>
                <w:rFonts w:ascii="Corbel" w:hAnsi="Corbel"/>
                <w:b w:val="0"/>
                <w:bCs/>
                <w:sz w:val="24"/>
                <w:szCs w:val="24"/>
              </w:rPr>
              <w:t>A2S</w:t>
            </w:r>
            <w:r w:rsidR="7FE7B48A" w:rsidRPr="003A4442">
              <w:rPr>
                <w:rFonts w:ascii="Corbel" w:hAnsi="Corbel"/>
                <w:b w:val="0"/>
                <w:bCs/>
                <w:sz w:val="24"/>
                <w:szCs w:val="24"/>
              </w:rPr>
              <w:t>o</w:t>
            </w:r>
            <w:r w:rsidRPr="003A4442">
              <w:rPr>
                <w:rFonts w:ascii="Corbel" w:hAnsi="Corbel"/>
                <w:b w:val="0"/>
                <w:bCs/>
                <w:sz w:val="24"/>
                <w:szCs w:val="24"/>
              </w:rPr>
              <w:t>o7</w:t>
            </w:r>
          </w:p>
        </w:tc>
      </w:tr>
      <w:tr w:rsidR="0085747A" w:rsidRPr="00B169DF" w14:paraId="4D36C4B5" w14:textId="77777777" w:rsidTr="1A46867D">
        <w:tc>
          <w:tcPr>
            <w:tcW w:w="2694" w:type="dxa"/>
            <w:vAlign w:val="center"/>
          </w:tcPr>
          <w:p w14:paraId="44F80EA6" w14:textId="6F75D31D" w:rsidR="0085747A" w:rsidRPr="00B169DF" w:rsidRDefault="003A444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0C80751B" w:rsidR="0085747A" w:rsidRPr="00B169DF" w:rsidRDefault="003A44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B169DF" w14:paraId="6C3038C7" w14:textId="77777777" w:rsidTr="1A46867D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5BB16705" w:rsidR="0085747A" w:rsidRPr="00B169DF" w:rsidRDefault="003A44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</w:t>
            </w:r>
            <w:r w:rsidR="003B04E1">
              <w:rPr>
                <w:rFonts w:ascii="Corbel" w:hAnsi="Corbel"/>
                <w:b w:val="0"/>
                <w:sz w:val="24"/>
                <w:szCs w:val="24"/>
              </w:rPr>
              <w:t xml:space="preserve"> Prawa Konstytucyjnego</w:t>
            </w:r>
          </w:p>
        </w:tc>
      </w:tr>
      <w:tr w:rsidR="0085747A" w:rsidRPr="00B169DF" w14:paraId="192BD65A" w14:textId="77777777" w:rsidTr="1A46867D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1501C469" w:rsidR="0085747A" w:rsidRPr="00B169DF" w:rsidRDefault="003B04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 II stopnia</w:t>
            </w:r>
          </w:p>
        </w:tc>
      </w:tr>
      <w:tr w:rsidR="0085747A" w:rsidRPr="00B169DF" w14:paraId="70304835" w14:textId="77777777" w:rsidTr="1A46867D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16A0D356" w:rsidR="0085747A" w:rsidRPr="00B169DF" w:rsidRDefault="003B04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B169DF" w14:paraId="388F3755" w14:textId="77777777" w:rsidTr="1A46867D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6373DDC3" w:rsidR="0085747A" w:rsidRPr="00B169DF" w:rsidRDefault="003B04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1A46867D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1D499D40" w:rsidR="0085747A" w:rsidRPr="00B169DF" w:rsidRDefault="009646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B04E1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B169DF" w14:paraId="0C05C2EC" w14:textId="77777777" w:rsidTr="1A46867D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53F93FC6" w:rsidR="0085747A" w:rsidRPr="00B169DF" w:rsidRDefault="003B04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A4442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>
              <w:rPr>
                <w:rFonts w:ascii="Corbel" w:hAnsi="Corbel"/>
                <w:b w:val="0"/>
                <w:sz w:val="24"/>
                <w:szCs w:val="24"/>
              </w:rPr>
              <w:t>, II</w:t>
            </w:r>
            <w:r w:rsidR="003A4442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B169DF" w14:paraId="7ACCBA8E" w14:textId="77777777" w:rsidTr="1A46867D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3F3C4076" w:rsidR="0085747A" w:rsidRPr="00B169DF" w:rsidRDefault="003A4442" w:rsidP="1A4686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3026735F" w:rsidRPr="1A46867D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923D7D" w:rsidRPr="00B169DF" w14:paraId="331F9495" w14:textId="77777777" w:rsidTr="1A46867D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50C15CBC" w:rsidR="00923D7D" w:rsidRPr="00B169DF" w:rsidRDefault="003B04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1A46867D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56FB9B76" w:rsidR="0085747A" w:rsidRPr="00B169DF" w:rsidRDefault="00E652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prof. d</w:t>
            </w:r>
            <w:r w:rsidR="003B04E1">
              <w:rPr>
                <w:rFonts w:ascii="Corbel" w:hAnsi="Corbel"/>
                <w:b w:val="0"/>
                <w:sz w:val="24"/>
                <w:szCs w:val="24"/>
              </w:rPr>
              <w:t>r. hab. Radosław Grabowski</w:t>
            </w:r>
          </w:p>
        </w:tc>
      </w:tr>
      <w:tr w:rsidR="0085747A" w:rsidRPr="00B169DF" w14:paraId="0AD0E368" w14:textId="77777777" w:rsidTr="1A46867D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5BAABFB4" w:rsidR="0085747A" w:rsidRPr="00B169DF" w:rsidRDefault="003A44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B04E1">
              <w:rPr>
                <w:rFonts w:ascii="Corbel" w:hAnsi="Corbel"/>
                <w:b w:val="0"/>
                <w:sz w:val="24"/>
                <w:szCs w:val="24"/>
              </w:rPr>
              <w:t>r Justyna Ciechanowska</w:t>
            </w:r>
          </w:p>
        </w:tc>
      </w:tr>
    </w:tbl>
    <w:p w14:paraId="0AB0B6F8" w14:textId="77777777" w:rsidR="0085747A" w:rsidRDefault="0085747A" w:rsidP="003A4442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7517ED42" w14:textId="77777777" w:rsidR="003A4442" w:rsidRPr="00B169DF" w:rsidRDefault="003A4442" w:rsidP="003A444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31F5E9D9" w:rsidR="0085747A" w:rsidRPr="00B169DF" w:rsidRDefault="0085747A" w:rsidP="003A4442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>.</w:t>
      </w:r>
      <w:r w:rsidR="003A4442">
        <w:rPr>
          <w:rFonts w:ascii="Corbel" w:hAnsi="Corbel"/>
          <w:sz w:val="24"/>
          <w:szCs w:val="24"/>
        </w:rPr>
        <w:t xml:space="preserve"> </w:t>
      </w:r>
      <w:r w:rsidRPr="00B169DF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743B3C0" w14:textId="77777777" w:rsidR="00923D7D" w:rsidRPr="00B169DF" w:rsidRDefault="00923D7D" w:rsidP="003A444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54"/>
        <w:gridCol w:w="947"/>
        <w:gridCol w:w="958"/>
        <w:gridCol w:w="950"/>
        <w:gridCol w:w="953"/>
        <w:gridCol w:w="943"/>
        <w:gridCol w:w="957"/>
        <w:gridCol w:w="962"/>
        <w:gridCol w:w="959"/>
      </w:tblGrid>
      <w:tr w:rsidR="00015B8F" w:rsidRPr="00B169DF" w14:paraId="30AA7A12" w14:textId="77777777" w:rsidTr="1A46867D">
        <w:trPr>
          <w:trHeight w:val="30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3A44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3A44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3A44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3A44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3A44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3A44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3A44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3A44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3A44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3A44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3A444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1A46867D">
        <w:trPr>
          <w:trHeight w:val="453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D624" w14:textId="14C00360" w:rsidR="00015B8F" w:rsidRPr="00B169DF" w:rsidRDefault="003B04E1" w:rsidP="003A44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A46867D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015B8F" w:rsidRPr="00B169DF" w:rsidRDefault="00015B8F" w:rsidP="003A44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3A44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11938DEC" w:rsidR="00015B8F" w:rsidRPr="00B169DF" w:rsidRDefault="0096466F" w:rsidP="003A44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3A44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3A44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3A44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3A44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3A44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1C554C55" w:rsidR="00015B8F" w:rsidRPr="00B169DF" w:rsidRDefault="003B04E1" w:rsidP="003A44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A46867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A361196" w14:textId="77777777" w:rsidR="00923D7D" w:rsidRPr="00B169DF" w:rsidRDefault="00923D7D" w:rsidP="003A444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58F67C89" w:rsidR="0085747A" w:rsidRDefault="0085747A" w:rsidP="003A444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3A4442">
        <w:rPr>
          <w:rFonts w:ascii="Corbel" w:hAnsi="Corbel"/>
          <w:smallCaps w:val="0"/>
          <w:szCs w:val="24"/>
        </w:rPr>
        <w:t xml:space="preserve"> </w:t>
      </w:r>
      <w:r w:rsidRPr="00B169DF">
        <w:rPr>
          <w:rFonts w:ascii="Corbel" w:hAnsi="Corbel"/>
          <w:smallCaps w:val="0"/>
          <w:szCs w:val="24"/>
        </w:rPr>
        <w:t>Sposób realizacji zajęć</w:t>
      </w:r>
    </w:p>
    <w:p w14:paraId="44F8C641" w14:textId="77777777" w:rsidR="003A4442" w:rsidRPr="00B169DF" w:rsidRDefault="003A4442" w:rsidP="003A444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F436D61" w14:textId="4E41147D" w:rsidR="0085747A" w:rsidRPr="00B169DF" w:rsidRDefault="003B04E1" w:rsidP="003A444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77777777" w:rsidR="0085747A" w:rsidRPr="00B169DF" w:rsidRDefault="0085747A" w:rsidP="003A444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3A444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42138269" w:rsidR="00E22FBC" w:rsidRDefault="00E22FBC" w:rsidP="003A444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1A46867D">
        <w:rPr>
          <w:rFonts w:ascii="Corbel" w:hAnsi="Corbel"/>
          <w:smallCaps w:val="0"/>
        </w:rPr>
        <w:t>1.3</w:t>
      </w:r>
      <w:r w:rsidR="003A4442">
        <w:rPr>
          <w:rFonts w:ascii="Corbel" w:hAnsi="Corbel"/>
          <w:smallCaps w:val="0"/>
        </w:rPr>
        <w:t xml:space="preserve">. </w:t>
      </w:r>
      <w:r w:rsidRPr="1A46867D">
        <w:rPr>
          <w:rFonts w:ascii="Corbel" w:hAnsi="Corbel"/>
          <w:smallCaps w:val="0"/>
        </w:rPr>
        <w:t>For</w:t>
      </w:r>
      <w:r w:rsidR="00445970" w:rsidRPr="1A46867D">
        <w:rPr>
          <w:rFonts w:ascii="Corbel" w:hAnsi="Corbel"/>
          <w:smallCaps w:val="0"/>
        </w:rPr>
        <w:t>ma zaliczenia przedmiotu</w:t>
      </w:r>
      <w:r w:rsidRPr="1A46867D">
        <w:rPr>
          <w:rFonts w:ascii="Corbel" w:hAnsi="Corbel"/>
          <w:smallCaps w:val="0"/>
        </w:rPr>
        <w:t xml:space="preserve"> (z toku) </w:t>
      </w:r>
      <w:r w:rsidRPr="1A46867D">
        <w:rPr>
          <w:rFonts w:ascii="Corbel" w:hAnsi="Corbel"/>
          <w:b w:val="0"/>
          <w:smallCaps w:val="0"/>
        </w:rPr>
        <w:t>(egzamin, zaliczenie z oceną, zaliczenie bez oceny)</w:t>
      </w:r>
    </w:p>
    <w:p w14:paraId="7968236E" w14:textId="77777777" w:rsidR="003A4442" w:rsidRPr="00B169DF" w:rsidRDefault="003A4442" w:rsidP="003A444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</w:p>
    <w:p w14:paraId="1041826E" w14:textId="752B5DC9" w:rsidR="009C54AE" w:rsidRPr="003A4442" w:rsidRDefault="003A4442" w:rsidP="003A444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  <w:szCs w:val="24"/>
        </w:rPr>
        <w:t xml:space="preserve">Konwersatorium – </w:t>
      </w:r>
      <w:r w:rsidRPr="003A4442">
        <w:rPr>
          <w:rFonts w:ascii="Corbel" w:hAnsi="Corbel"/>
          <w:b w:val="0"/>
          <w:smallCaps w:val="0"/>
          <w:szCs w:val="24"/>
        </w:rPr>
        <w:t>egzamin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3A4442">
        <w:rPr>
          <w:rFonts w:ascii="Corbel" w:hAnsi="Corbel"/>
          <w:b w:val="0"/>
          <w:smallCaps w:val="0"/>
        </w:rPr>
        <w:t xml:space="preserve">w formie pisemnej, testowo-opisowej (1 pytanie opisowe </w:t>
      </w:r>
      <w:r>
        <w:rPr>
          <w:rFonts w:ascii="Corbel" w:hAnsi="Corbel"/>
          <w:b w:val="0"/>
          <w:smallCaps w:val="0"/>
        </w:rPr>
        <w:br/>
      </w:r>
      <w:r w:rsidRPr="003A4442">
        <w:rPr>
          <w:rFonts w:ascii="Corbel" w:hAnsi="Corbel"/>
          <w:b w:val="0"/>
          <w:smallCaps w:val="0"/>
        </w:rPr>
        <w:t>i 10 pytań testowych jedno- lub wielokrotnego wyboru) lub w formie opisowej (3-5 pytań otwartych), w formie ustnej 3 pytania</w:t>
      </w:r>
    </w:p>
    <w:p w14:paraId="3C3564DE" w14:textId="77777777" w:rsidR="00E960BB" w:rsidRPr="00B169DF" w:rsidRDefault="00E960BB" w:rsidP="003A444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1BB9F09E" w:rsidR="00E960BB" w:rsidRDefault="0085747A" w:rsidP="003A4442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2.</w:t>
      </w:r>
      <w:r w:rsidR="003A4442">
        <w:rPr>
          <w:rFonts w:ascii="Corbel" w:hAnsi="Corbel"/>
          <w:szCs w:val="24"/>
        </w:rPr>
        <w:t xml:space="preserve"> </w:t>
      </w:r>
      <w:r w:rsidRPr="00B169DF">
        <w:rPr>
          <w:rFonts w:ascii="Corbel" w:hAnsi="Corbel"/>
          <w:szCs w:val="24"/>
        </w:rPr>
        <w:t xml:space="preserve">Wymagania wstępne </w:t>
      </w:r>
    </w:p>
    <w:p w14:paraId="1CE3E9AE" w14:textId="77777777" w:rsidR="008C1DF8" w:rsidRPr="00B169DF" w:rsidRDefault="008C1DF8" w:rsidP="003A444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B169DF" w14:paraId="170821A1" w14:textId="77777777" w:rsidTr="003A4442">
        <w:trPr>
          <w:trHeight w:val="352"/>
        </w:trPr>
        <w:tc>
          <w:tcPr>
            <w:tcW w:w="9349" w:type="dxa"/>
          </w:tcPr>
          <w:p w14:paraId="1BB8AE6C" w14:textId="15A8A32E" w:rsidR="0085747A" w:rsidRPr="00B169DF" w:rsidRDefault="003B04E1" w:rsidP="003A4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2DFEE067" w14:textId="77777777" w:rsidR="00153C41" w:rsidRPr="00B169DF" w:rsidRDefault="00153C41" w:rsidP="003A4442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0FD91973" w:rsidR="0085747A" w:rsidRPr="00B169DF" w:rsidRDefault="0071620A" w:rsidP="1A46867D">
      <w:pPr>
        <w:pStyle w:val="Punktygwne"/>
        <w:spacing w:before="0" w:after="0"/>
        <w:rPr>
          <w:rFonts w:ascii="Corbel" w:hAnsi="Corbel"/>
        </w:rPr>
      </w:pPr>
      <w:r w:rsidRPr="1A46867D">
        <w:rPr>
          <w:rFonts w:ascii="Corbel" w:hAnsi="Corbel"/>
        </w:rPr>
        <w:lastRenderedPageBreak/>
        <w:t>3.</w:t>
      </w:r>
      <w:r w:rsidR="0085747A" w:rsidRPr="1A46867D">
        <w:rPr>
          <w:rFonts w:ascii="Corbel" w:hAnsi="Corbel"/>
        </w:rPr>
        <w:t xml:space="preserve"> </w:t>
      </w:r>
      <w:r w:rsidR="00A84C85" w:rsidRPr="1A46867D">
        <w:rPr>
          <w:rFonts w:ascii="Corbel" w:hAnsi="Corbel"/>
        </w:rPr>
        <w:t>cele, efekty uczenia się</w:t>
      </w:r>
      <w:r w:rsidR="0085747A" w:rsidRPr="1A46867D">
        <w:rPr>
          <w:rFonts w:ascii="Corbel" w:hAnsi="Corbel"/>
        </w:rPr>
        <w:t>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6185BCD1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3.1</w:t>
      </w:r>
      <w:r w:rsidR="003A4442">
        <w:rPr>
          <w:rFonts w:ascii="Corbel" w:hAnsi="Corbel"/>
          <w:sz w:val="24"/>
          <w:szCs w:val="24"/>
        </w:rPr>
        <w:t>.</w:t>
      </w:r>
      <w:r w:rsidRPr="00B169DF">
        <w:rPr>
          <w:rFonts w:ascii="Corbel" w:hAnsi="Corbel"/>
          <w:sz w:val="24"/>
          <w:szCs w:val="24"/>
        </w:rPr>
        <w:t xml:space="preserve">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5BFBAF6D" w14:textId="77777777" w:rsidR="003A4442" w:rsidRPr="00B169DF" w:rsidRDefault="003A4442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3B04E1" w:rsidRPr="00945570" w14:paraId="382D2169" w14:textId="77777777" w:rsidTr="00AD26E0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D207F" w14:textId="39978967" w:rsidR="003B04E1" w:rsidRPr="003A4442" w:rsidRDefault="003B04E1" w:rsidP="003A444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A4442">
              <w:rPr>
                <w:rFonts w:ascii="Corbel" w:eastAsia="Times New Roman" w:hAnsi="Corbel"/>
                <w:sz w:val="24"/>
                <w:szCs w:val="24"/>
                <w:lang w:eastAsia="pl-PL"/>
              </w:rPr>
              <w:t>C1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496E2" w14:textId="5E9D70F6" w:rsidR="003B04E1" w:rsidRPr="003A4442" w:rsidRDefault="003B04E1" w:rsidP="003A444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A444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Zajęcia mają na celu zapoznanie studentów z zasadami dotyczącymi funkcjonowania państw jako wspólnoty politycznej, z istotą jego mechanizmów, z podstawowymi kategoriami teorii państwa, z funkcjonowaniem procesów i instytucji politycznych, ponadto uzyskanie wiedzy nt. zależności między państwem a procesami integracji </w:t>
            </w:r>
            <w:r w:rsidR="003A4442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</w:r>
            <w:r w:rsidRPr="003A444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i globalizacji. Wykład ma na celu wykształcenie umiejętności, analizowania, interpretowania i porównywania zjawisk związanych z funkcjonowaniem państwa, </w:t>
            </w:r>
            <w:r w:rsidR="003A4442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</w:r>
            <w:r w:rsidRPr="003A4442">
              <w:rPr>
                <w:rFonts w:ascii="Corbel" w:eastAsia="Times New Roman" w:hAnsi="Corbel"/>
                <w:sz w:val="24"/>
                <w:szCs w:val="24"/>
                <w:lang w:eastAsia="pl-PL"/>
              </w:rPr>
              <w:t>a także umiejętności wykorzystywania teorii państwa w działalności badawczej i praktycznej.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06BA93EE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3.2</w:t>
      </w:r>
      <w:r w:rsidR="003A4442">
        <w:rPr>
          <w:rFonts w:ascii="Corbel" w:hAnsi="Corbel"/>
          <w:b/>
          <w:sz w:val="24"/>
          <w:szCs w:val="24"/>
        </w:rPr>
        <w:t>.</w:t>
      </w:r>
      <w:r w:rsidRPr="00B169DF">
        <w:rPr>
          <w:rFonts w:ascii="Corbel" w:hAnsi="Corbel"/>
          <w:b/>
          <w:sz w:val="24"/>
          <w:szCs w:val="24"/>
        </w:rPr>
        <w:t xml:space="preserve">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106"/>
        <w:gridCol w:w="1853"/>
      </w:tblGrid>
      <w:tr w:rsidR="003B04E1" w:rsidRPr="00945570" w14:paraId="24BD7176" w14:textId="77777777" w:rsidTr="003A4442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EE7C5" w14:textId="057F1800" w:rsidR="003B04E1" w:rsidRPr="003A4442" w:rsidRDefault="003B04E1" w:rsidP="003A44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A4442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3A4442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E3952" w14:textId="59036B40" w:rsidR="003B04E1" w:rsidRPr="003A4442" w:rsidRDefault="003B04E1" w:rsidP="003A44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A4442">
              <w:rPr>
                <w:rFonts w:ascii="Corbel" w:hAnsi="Corbel"/>
                <w:sz w:val="24"/>
                <w:szCs w:val="24"/>
              </w:rPr>
              <w:t>Treść efektu uczenia się zdefiniowanego dla przedmiotu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9E6F0" w14:textId="09180C96" w:rsidR="003B04E1" w:rsidRPr="003A4442" w:rsidRDefault="003B04E1" w:rsidP="003A44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A4442">
              <w:rPr>
                <w:rFonts w:ascii="Corbel" w:hAnsi="Corbel"/>
                <w:sz w:val="24"/>
                <w:szCs w:val="24"/>
              </w:rPr>
              <w:t>Odniesienie do efektów kierunkowych</w:t>
            </w:r>
          </w:p>
        </w:tc>
      </w:tr>
      <w:tr w:rsidR="003B04E1" w:rsidRPr="00945570" w14:paraId="62821D36" w14:textId="77777777" w:rsidTr="003A4442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68167" w14:textId="7AA792A8" w:rsidR="003B04E1" w:rsidRPr="003A4442" w:rsidRDefault="003B04E1" w:rsidP="003A444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A4442">
              <w:rPr>
                <w:rFonts w:ascii="Corbel" w:hAnsi="Corbel"/>
                <w:smallCaps/>
                <w:sz w:val="24"/>
                <w:szCs w:val="24"/>
              </w:rPr>
              <w:t>EK_01</w:t>
            </w: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7A09E" w14:textId="6D8A9D12" w:rsidR="003B04E1" w:rsidRPr="003A4442" w:rsidRDefault="003B04E1" w:rsidP="003A4442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3A4442">
              <w:rPr>
                <w:rFonts w:ascii="Corbel" w:eastAsia="Cambria" w:hAnsi="Corbel"/>
                <w:sz w:val="24"/>
                <w:szCs w:val="24"/>
              </w:rPr>
              <w:t>student posiada zaawansowaną wiedzę ogólną w obszarze nauk społecznych z zakresu prawa i administracji oraz uporządkowaną i podbudowaną teoretycznie wiedzę obejmującą kluczowe zagadnienia, ekonomiczne,</w:t>
            </w:r>
            <w:r w:rsidR="003A4442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3A4442">
              <w:rPr>
                <w:rFonts w:ascii="Corbel" w:eastAsia="Cambria" w:hAnsi="Corbel"/>
                <w:sz w:val="24"/>
                <w:szCs w:val="24"/>
              </w:rPr>
              <w:t>polityczne oraz socjologiczne;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9A956" w14:textId="77777777" w:rsidR="003B04E1" w:rsidRPr="003A4442" w:rsidRDefault="003B04E1" w:rsidP="003A444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A4442">
              <w:rPr>
                <w:rFonts w:ascii="Corbel" w:hAnsi="Corbel"/>
                <w:bCs/>
                <w:smallCaps/>
                <w:sz w:val="24"/>
                <w:szCs w:val="24"/>
              </w:rPr>
              <w:t>K_W01</w:t>
            </w:r>
          </w:p>
        </w:tc>
      </w:tr>
      <w:tr w:rsidR="003B04E1" w:rsidRPr="00945570" w14:paraId="7E91E5DB" w14:textId="77777777" w:rsidTr="003A4442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779B5" w14:textId="77777777" w:rsidR="003B04E1" w:rsidRPr="003A4442" w:rsidRDefault="003B04E1" w:rsidP="003A444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A4442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4ED79" w14:textId="77777777" w:rsidR="003B04E1" w:rsidRPr="003A4442" w:rsidRDefault="003B04E1" w:rsidP="003A4442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3A4442">
              <w:rPr>
                <w:rFonts w:ascii="Corbel" w:eastAsia="Cambria" w:hAnsi="Corbel"/>
                <w:sz w:val="24"/>
                <w:szCs w:val="24"/>
              </w:rPr>
              <w:t xml:space="preserve"> Student dysponuje pogłębioną wiedzą o relacjach między organami administracji publicznej oraz relacjach między nimi a jednostką i instytucjami społecznymi w odniesieniu do wybranych struktur i instytucji społecznych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6F0D5" w14:textId="77777777" w:rsidR="003B04E1" w:rsidRPr="003A4442" w:rsidRDefault="003B04E1" w:rsidP="003A444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A4442">
              <w:rPr>
                <w:rFonts w:ascii="Corbel" w:hAnsi="Corbel"/>
                <w:bCs/>
                <w:smallCaps/>
                <w:sz w:val="24"/>
                <w:szCs w:val="24"/>
              </w:rPr>
              <w:t>K_W03</w:t>
            </w:r>
          </w:p>
        </w:tc>
      </w:tr>
      <w:tr w:rsidR="003B04E1" w:rsidRPr="00945570" w14:paraId="2809D64F" w14:textId="77777777" w:rsidTr="003A4442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BF187" w14:textId="77777777" w:rsidR="003B04E1" w:rsidRPr="003A4442" w:rsidRDefault="003B04E1" w:rsidP="003A444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A4442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96BFF" w14:textId="3C0D7C1E" w:rsidR="003B04E1" w:rsidRPr="003A4442" w:rsidRDefault="003B04E1" w:rsidP="003A44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A4442">
              <w:rPr>
                <w:rFonts w:ascii="Corbel" w:eastAsia="Cambria" w:hAnsi="Corbel"/>
                <w:sz w:val="24"/>
                <w:szCs w:val="24"/>
              </w:rPr>
              <w:t>student posiada rozszerzoną wiedzę o roli człowieka, jego cechach i aktywności w sferze administracji oraz jako twórcy kultury i podmiotu konstytuującego struktury społeczne i</w:t>
            </w:r>
            <w:r w:rsidR="003A4442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3A4442">
              <w:rPr>
                <w:rFonts w:ascii="Corbel" w:eastAsia="Cambria" w:hAnsi="Corbel"/>
                <w:sz w:val="24"/>
                <w:szCs w:val="24"/>
              </w:rPr>
              <w:t>zasady ich funkcjonowania;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0FCAA" w14:textId="77777777" w:rsidR="003B04E1" w:rsidRPr="003A4442" w:rsidRDefault="003B04E1" w:rsidP="003A444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A4442">
              <w:rPr>
                <w:rFonts w:ascii="Corbel" w:hAnsi="Corbel"/>
                <w:bCs/>
                <w:smallCaps/>
                <w:sz w:val="24"/>
                <w:szCs w:val="24"/>
              </w:rPr>
              <w:t>K_W04</w:t>
            </w:r>
          </w:p>
        </w:tc>
      </w:tr>
      <w:tr w:rsidR="003B04E1" w:rsidRPr="00945570" w14:paraId="2B1217DB" w14:textId="77777777" w:rsidTr="003A4442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F524B" w14:textId="77777777" w:rsidR="003B04E1" w:rsidRPr="003A4442" w:rsidRDefault="003B04E1" w:rsidP="003A444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A4442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4C68F" w14:textId="6C5F5DD7" w:rsidR="003B04E1" w:rsidRPr="003A4442" w:rsidRDefault="003B04E1" w:rsidP="003A4442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3A4442">
              <w:rPr>
                <w:rFonts w:ascii="Corbel" w:eastAsia="Cambria" w:hAnsi="Corbel"/>
                <w:sz w:val="24"/>
                <w:szCs w:val="24"/>
              </w:rPr>
              <w:t xml:space="preserve">student posiada umiejętność wyjaśniania przyczyn </w:t>
            </w:r>
            <w:r w:rsidR="003A4442">
              <w:rPr>
                <w:rFonts w:ascii="Corbel" w:eastAsia="Cambria" w:hAnsi="Corbel"/>
                <w:sz w:val="24"/>
                <w:szCs w:val="24"/>
              </w:rPr>
              <w:br/>
            </w:r>
            <w:r w:rsidRPr="003A4442">
              <w:rPr>
                <w:rFonts w:ascii="Corbel" w:eastAsia="Cambria" w:hAnsi="Corbel"/>
                <w:sz w:val="24"/>
                <w:szCs w:val="24"/>
              </w:rPr>
              <w:t>i przebiegu procesów i zjawisk społecznych związanych z administracją rozumiejąc jej role w organizacji państwa i współczesnego społeczeństwa, formułować własne opinie na ten temat oraz stawiać hipotezy badawcze i je weryfikować;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24872" w14:textId="77777777" w:rsidR="003B04E1" w:rsidRPr="003A4442" w:rsidRDefault="003B04E1" w:rsidP="003A444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A4442">
              <w:rPr>
                <w:rFonts w:ascii="Corbel" w:hAnsi="Corbel"/>
                <w:bCs/>
                <w:smallCaps/>
                <w:sz w:val="24"/>
                <w:szCs w:val="24"/>
              </w:rPr>
              <w:t>K_U02</w:t>
            </w:r>
          </w:p>
        </w:tc>
      </w:tr>
      <w:tr w:rsidR="003B04E1" w:rsidRPr="00945570" w14:paraId="50336F08" w14:textId="77777777" w:rsidTr="003A4442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9E93F" w14:textId="77777777" w:rsidR="003B04E1" w:rsidRPr="003A4442" w:rsidRDefault="003B04E1" w:rsidP="003A444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A4442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7F992" w14:textId="249D05D6" w:rsidR="003B04E1" w:rsidRPr="003A4442" w:rsidRDefault="003B04E1" w:rsidP="003A4442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3A4442">
              <w:rPr>
                <w:rFonts w:ascii="Corbel" w:eastAsia="Cambria" w:hAnsi="Corbel"/>
                <w:sz w:val="24"/>
                <w:szCs w:val="24"/>
              </w:rPr>
              <w:t>Potrafi właściwie dobierać źródła oraz informacje,</w:t>
            </w:r>
            <w:r w:rsidR="003A4442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3A4442">
              <w:rPr>
                <w:rFonts w:ascii="Corbel" w:eastAsia="Cambria" w:hAnsi="Corbel"/>
                <w:sz w:val="24"/>
                <w:szCs w:val="24"/>
              </w:rPr>
              <w:t xml:space="preserve">pozyskiwać dane dla analizowania procesów i zjawisk </w:t>
            </w:r>
            <w:r w:rsidR="003A4442">
              <w:rPr>
                <w:rFonts w:ascii="Corbel" w:eastAsia="Cambria" w:hAnsi="Corbel"/>
                <w:sz w:val="24"/>
                <w:szCs w:val="24"/>
              </w:rPr>
              <w:br/>
            </w:r>
            <w:r w:rsidRPr="003A4442">
              <w:rPr>
                <w:rFonts w:ascii="Corbel" w:eastAsia="Cambria" w:hAnsi="Corbel"/>
                <w:sz w:val="24"/>
                <w:szCs w:val="24"/>
              </w:rPr>
              <w:t xml:space="preserve">a także prawidłowo posługiwać się wiedzą z zakresu nauk </w:t>
            </w:r>
            <w:r w:rsidR="003A4442">
              <w:rPr>
                <w:rFonts w:ascii="Corbel" w:eastAsia="Cambria" w:hAnsi="Corbel"/>
                <w:sz w:val="24"/>
                <w:szCs w:val="24"/>
              </w:rPr>
              <w:br/>
            </w:r>
            <w:r w:rsidRPr="003A4442">
              <w:rPr>
                <w:rFonts w:ascii="Corbel" w:eastAsia="Cambria" w:hAnsi="Corbel"/>
                <w:sz w:val="24"/>
                <w:szCs w:val="24"/>
              </w:rPr>
              <w:t>o prawie i administracji oraz podstawową wiedzą interdyscyplinarną do przygotowania rozwiązań problemów;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5B954" w14:textId="68A0ED08" w:rsidR="003B04E1" w:rsidRPr="003A4442" w:rsidRDefault="003B04E1" w:rsidP="003A4442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3A4442">
              <w:rPr>
                <w:rFonts w:ascii="Corbel" w:hAnsi="Corbel"/>
                <w:bCs/>
                <w:smallCaps/>
                <w:sz w:val="24"/>
                <w:szCs w:val="24"/>
              </w:rPr>
              <w:t>K_U03</w:t>
            </w:r>
          </w:p>
        </w:tc>
      </w:tr>
      <w:tr w:rsidR="003B04E1" w:rsidRPr="00945570" w14:paraId="51C0ADF7" w14:textId="77777777" w:rsidTr="003A4442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7637D" w14:textId="77777777" w:rsidR="003B04E1" w:rsidRPr="003A4442" w:rsidRDefault="003B04E1" w:rsidP="003A444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A4442">
              <w:rPr>
                <w:rFonts w:ascii="Corbel" w:hAnsi="Corbel"/>
                <w:smallCaps/>
                <w:sz w:val="24"/>
                <w:szCs w:val="24"/>
              </w:rPr>
              <w:t>EK_06</w:t>
            </w: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06B5E" w14:textId="06FB0F3C" w:rsidR="003B04E1" w:rsidRPr="003A4442" w:rsidRDefault="003B04E1" w:rsidP="003A4442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3A4442">
              <w:rPr>
                <w:rFonts w:ascii="Corbel" w:eastAsia="Cambria" w:hAnsi="Corbel"/>
                <w:sz w:val="24"/>
                <w:szCs w:val="24"/>
              </w:rPr>
              <w:t>student</w:t>
            </w:r>
            <w:r w:rsidRPr="003A4442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Pr="003A4442">
              <w:rPr>
                <w:rFonts w:ascii="Corbel" w:eastAsia="Cambria" w:hAnsi="Corbel"/>
                <w:sz w:val="24"/>
                <w:szCs w:val="24"/>
              </w:rPr>
              <w:t>potrafi ukierunkować swoje samokształcenie, rozumie potrzebę stałego dokształcania się i rozwoju osobistego,</w:t>
            </w:r>
            <w:r w:rsidR="003A4442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3A4442">
              <w:rPr>
                <w:rFonts w:ascii="Corbel" w:eastAsia="Cambria" w:hAnsi="Corbel"/>
                <w:sz w:val="24"/>
                <w:szCs w:val="24"/>
              </w:rPr>
              <w:t>potrafi samodzielnie pogłębiać i uzupełniać uzyskaną wiedzę i nabyte umiejętności.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9633A" w14:textId="1A667B9D" w:rsidR="003B04E1" w:rsidRPr="003A4442" w:rsidRDefault="003B04E1" w:rsidP="003A4442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3A4442">
              <w:rPr>
                <w:rFonts w:ascii="Corbel" w:hAnsi="Corbel"/>
                <w:bCs/>
                <w:smallCaps/>
                <w:sz w:val="24"/>
                <w:szCs w:val="24"/>
              </w:rPr>
              <w:t>K_U09</w:t>
            </w:r>
          </w:p>
        </w:tc>
      </w:tr>
      <w:tr w:rsidR="003B04E1" w:rsidRPr="00945570" w14:paraId="3749A5BA" w14:textId="77777777" w:rsidTr="003A4442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ECD58" w14:textId="77777777" w:rsidR="003B04E1" w:rsidRPr="003A4442" w:rsidRDefault="003B04E1" w:rsidP="003A444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A4442">
              <w:rPr>
                <w:rFonts w:ascii="Corbel" w:hAnsi="Corbel"/>
                <w:smallCaps/>
                <w:sz w:val="24"/>
                <w:szCs w:val="24"/>
              </w:rPr>
              <w:t>EK_07</w:t>
            </w: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76E44" w14:textId="66839B11" w:rsidR="003B04E1" w:rsidRPr="003A4442" w:rsidRDefault="003B04E1" w:rsidP="003A4442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3A4442">
              <w:rPr>
                <w:rFonts w:ascii="Corbel" w:eastAsia="Cambria" w:hAnsi="Corbel"/>
                <w:sz w:val="24"/>
                <w:szCs w:val="24"/>
              </w:rPr>
              <w:t>student jest gotowy samodzielnie i krytycznie uzupełniać wiedzę</w:t>
            </w:r>
            <w:r w:rsidR="003A4442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3A4442">
              <w:rPr>
                <w:rFonts w:ascii="Corbel" w:eastAsia="Cambria" w:hAnsi="Corbel"/>
                <w:sz w:val="24"/>
                <w:szCs w:val="24"/>
              </w:rPr>
              <w:t>w tym również na gruncie interdyscyplinarnym.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BDA12" w14:textId="3C22B42A" w:rsidR="003B04E1" w:rsidRPr="003A4442" w:rsidRDefault="003B04E1" w:rsidP="003A444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A4442">
              <w:rPr>
                <w:rFonts w:ascii="Corbel" w:hAnsi="Corbel"/>
                <w:smallCaps/>
                <w:sz w:val="24"/>
                <w:szCs w:val="24"/>
              </w:rPr>
              <w:t>K_K01</w:t>
            </w:r>
          </w:p>
        </w:tc>
      </w:tr>
      <w:tr w:rsidR="003B04E1" w:rsidRPr="00945570" w14:paraId="036F7CFB" w14:textId="77777777" w:rsidTr="003A4442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7AB76" w14:textId="77777777" w:rsidR="003B04E1" w:rsidRPr="003A4442" w:rsidRDefault="003B04E1" w:rsidP="003A444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A4442">
              <w:rPr>
                <w:rFonts w:ascii="Corbel" w:hAnsi="Corbel"/>
                <w:smallCaps/>
                <w:sz w:val="24"/>
                <w:szCs w:val="24"/>
              </w:rPr>
              <w:lastRenderedPageBreak/>
              <w:t>EK_08</w:t>
            </w: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9A8C9" w14:textId="12B4C628" w:rsidR="003B04E1" w:rsidRPr="003A4442" w:rsidRDefault="003B04E1" w:rsidP="003A4442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3A4442">
              <w:rPr>
                <w:rFonts w:ascii="Corbel" w:eastAsia="Cambria" w:hAnsi="Corbel"/>
                <w:sz w:val="24"/>
                <w:szCs w:val="24"/>
              </w:rPr>
              <w:t>student ma świadomość doniosłości zachowania się w sposób profesjonalny i etyczny, identyfikuje i rozwiązuje</w:t>
            </w:r>
            <w:r w:rsidR="003A4442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3A4442">
              <w:rPr>
                <w:rFonts w:ascii="Corbel" w:eastAsia="Cambria" w:hAnsi="Corbel"/>
                <w:sz w:val="24"/>
                <w:szCs w:val="24"/>
              </w:rPr>
              <w:t>dylematy moralne związane ze stosowaniem prawa;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7496" w14:textId="61E0D263" w:rsidR="003B04E1" w:rsidRPr="003A4442" w:rsidRDefault="003B04E1" w:rsidP="003A444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A4442">
              <w:rPr>
                <w:rFonts w:ascii="Corbel" w:hAnsi="Corbel"/>
                <w:smallCaps/>
                <w:sz w:val="24"/>
                <w:szCs w:val="24"/>
              </w:rPr>
              <w:t>K_K06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3B0E3D74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3A4442">
        <w:rPr>
          <w:rFonts w:ascii="Corbel" w:hAnsi="Corbel"/>
          <w:b/>
          <w:sz w:val="24"/>
          <w:szCs w:val="24"/>
        </w:rPr>
        <w:t>.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>reści programowe</w:t>
      </w:r>
    </w:p>
    <w:p w14:paraId="5737D692" w14:textId="77777777" w:rsidR="003A4442" w:rsidRPr="00B169DF" w:rsidRDefault="003A444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997DBF9" w14:textId="142F7090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wykładu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7"/>
      </w:tblGrid>
      <w:tr w:rsidR="0085747A" w:rsidRPr="00B169DF" w14:paraId="404FE5A4" w14:textId="77777777" w:rsidTr="003A4442">
        <w:tc>
          <w:tcPr>
            <w:tcW w:w="9207" w:type="dxa"/>
          </w:tcPr>
          <w:p w14:paraId="7424BC12" w14:textId="77777777" w:rsidR="0085747A" w:rsidRPr="003A4442" w:rsidRDefault="0085747A" w:rsidP="003A4442">
            <w:pPr>
              <w:pStyle w:val="Akapitzlist"/>
              <w:spacing w:after="0" w:line="240" w:lineRule="auto"/>
              <w:ind w:left="-7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A4442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B169DF" w14:paraId="5B5344AE" w14:textId="77777777" w:rsidTr="003A4442">
        <w:tc>
          <w:tcPr>
            <w:tcW w:w="9207" w:type="dxa"/>
          </w:tcPr>
          <w:p w14:paraId="54299C05" w14:textId="73CD5927" w:rsidR="0085747A" w:rsidRPr="00B169DF" w:rsidRDefault="1D1031D4" w:rsidP="003A4442">
            <w:pPr>
              <w:pStyle w:val="Akapitzlist"/>
              <w:spacing w:after="0" w:line="240" w:lineRule="auto"/>
              <w:ind w:left="-78" w:firstLine="14"/>
              <w:rPr>
                <w:rFonts w:ascii="Corbel" w:hAnsi="Corbel"/>
                <w:sz w:val="24"/>
                <w:szCs w:val="24"/>
              </w:rPr>
            </w:pPr>
            <w:r w:rsidRPr="1A46867D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63996BC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DDF1CD" w14:textId="77777777" w:rsidR="003A4442" w:rsidRDefault="0085747A" w:rsidP="003A4442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>zajęć praktycznych</w:t>
      </w:r>
    </w:p>
    <w:p w14:paraId="0FC793A6" w14:textId="09920BD5" w:rsidR="0085747A" w:rsidRPr="00B169DF" w:rsidRDefault="0085747A" w:rsidP="003A4442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7"/>
      </w:tblGrid>
      <w:tr w:rsidR="003B04E1" w:rsidRPr="003B04E1" w14:paraId="7244D9AE" w14:textId="77777777" w:rsidTr="003A4442">
        <w:tc>
          <w:tcPr>
            <w:tcW w:w="9207" w:type="dxa"/>
          </w:tcPr>
          <w:p w14:paraId="070552C4" w14:textId="77777777" w:rsidR="003B04E1" w:rsidRPr="003A4442" w:rsidRDefault="003B04E1" w:rsidP="003A4442">
            <w:pPr>
              <w:pStyle w:val="Akapitzlist"/>
              <w:spacing w:after="0" w:line="240" w:lineRule="auto"/>
              <w:ind w:left="-78"/>
              <w:contextualSpacing w:val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A4442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3B04E1" w:rsidRPr="003B04E1" w14:paraId="4E182F8F" w14:textId="77777777" w:rsidTr="00402FCB">
        <w:trPr>
          <w:trHeight w:val="4045"/>
        </w:trPr>
        <w:tc>
          <w:tcPr>
            <w:tcW w:w="9207" w:type="dxa"/>
          </w:tcPr>
          <w:p w14:paraId="3B5ACF51" w14:textId="0DE0A4B7" w:rsidR="0096466F" w:rsidRPr="003B04E1" w:rsidRDefault="0096466F" w:rsidP="0096466F">
            <w:pPr>
              <w:pStyle w:val="Akapitzlist"/>
              <w:numPr>
                <w:ilvl w:val="0"/>
                <w:numId w:val="2"/>
              </w:numPr>
              <w:ind w:left="311" w:hanging="284"/>
              <w:rPr>
                <w:rFonts w:ascii="Corbel" w:hAnsi="Corbel"/>
                <w:sz w:val="24"/>
                <w:szCs w:val="24"/>
              </w:rPr>
            </w:pPr>
            <w:r w:rsidRPr="4FB62056">
              <w:rPr>
                <w:rFonts w:ascii="Corbel" w:hAnsi="Corbel"/>
                <w:sz w:val="24"/>
                <w:szCs w:val="24"/>
              </w:rPr>
              <w:t>Doktryny i teorie pochodzenia państwa /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4FB62056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4FB62056">
              <w:rPr>
                <w:rFonts w:ascii="Corbel" w:hAnsi="Corbel"/>
                <w:sz w:val="24"/>
                <w:szCs w:val="24"/>
              </w:rPr>
              <w:t>godz.</w:t>
            </w:r>
          </w:p>
          <w:p w14:paraId="25D027F3" w14:textId="7E1BAB57" w:rsidR="0096466F" w:rsidRPr="003B04E1" w:rsidRDefault="0096466F" w:rsidP="0096466F">
            <w:pPr>
              <w:pStyle w:val="Akapitzlist"/>
              <w:numPr>
                <w:ilvl w:val="0"/>
                <w:numId w:val="2"/>
              </w:numPr>
              <w:ind w:left="311" w:hanging="284"/>
              <w:rPr>
                <w:rFonts w:ascii="Corbel" w:hAnsi="Corbel"/>
                <w:sz w:val="24"/>
                <w:szCs w:val="24"/>
              </w:rPr>
            </w:pPr>
            <w:r w:rsidRPr="003B04E1">
              <w:rPr>
                <w:rFonts w:ascii="Corbel" w:hAnsi="Corbel"/>
                <w:sz w:val="24"/>
                <w:szCs w:val="24"/>
              </w:rPr>
              <w:t>Państwo – znaczenie terminu oraz cechy /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3B04E1">
              <w:rPr>
                <w:rFonts w:ascii="Corbel" w:hAnsi="Corbel"/>
                <w:sz w:val="24"/>
                <w:szCs w:val="24"/>
              </w:rPr>
              <w:t>1 godz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3D9960BB" w14:textId="0689158E" w:rsidR="0096466F" w:rsidRPr="003B04E1" w:rsidRDefault="0096466F" w:rsidP="0096466F">
            <w:pPr>
              <w:pStyle w:val="Akapitzlist"/>
              <w:numPr>
                <w:ilvl w:val="0"/>
                <w:numId w:val="2"/>
              </w:numPr>
              <w:ind w:left="311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Typy i formy państwa /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1</w:t>
            </w:r>
            <w:r w:rsidRPr="003B04E1">
              <w:rPr>
                <w:rFonts w:ascii="Corbel" w:hAnsi="Corbel"/>
                <w:sz w:val="24"/>
                <w:szCs w:val="24"/>
              </w:rPr>
              <w:t xml:space="preserve"> godz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4020BC67" w14:textId="540CA042" w:rsidR="0096466F" w:rsidRPr="003B04E1" w:rsidRDefault="0096466F" w:rsidP="0096466F">
            <w:pPr>
              <w:pStyle w:val="Akapitzlist"/>
              <w:numPr>
                <w:ilvl w:val="0"/>
                <w:numId w:val="2"/>
              </w:numPr>
              <w:ind w:left="311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Władza w państwie /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3B04E1">
              <w:rPr>
                <w:rFonts w:ascii="Corbel" w:hAnsi="Corbel"/>
                <w:sz w:val="24"/>
                <w:szCs w:val="24"/>
              </w:rPr>
              <w:t>godz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42E8866C" w14:textId="036CDC3F" w:rsidR="0096466F" w:rsidRPr="003B04E1" w:rsidRDefault="0096466F" w:rsidP="0096466F">
            <w:pPr>
              <w:pStyle w:val="Akapitzlist"/>
              <w:numPr>
                <w:ilvl w:val="0"/>
                <w:numId w:val="2"/>
              </w:numPr>
              <w:ind w:left="311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narodu w państwie /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1</w:t>
            </w:r>
            <w:r w:rsidRPr="003B04E1">
              <w:rPr>
                <w:rFonts w:ascii="Corbel" w:hAnsi="Corbel"/>
                <w:sz w:val="24"/>
                <w:szCs w:val="24"/>
              </w:rPr>
              <w:t xml:space="preserve"> godz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6D79B041" w14:textId="77777777" w:rsidR="0096466F" w:rsidRPr="003B04E1" w:rsidRDefault="0096466F" w:rsidP="0096466F">
            <w:pPr>
              <w:pStyle w:val="Akapitzlist"/>
              <w:numPr>
                <w:ilvl w:val="0"/>
                <w:numId w:val="2"/>
              </w:numPr>
              <w:ind w:left="311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Miejsce obywatela w państwie / 1</w:t>
            </w:r>
            <w:r w:rsidRPr="003B04E1">
              <w:rPr>
                <w:rFonts w:ascii="Corbel" w:hAnsi="Corbel"/>
                <w:sz w:val="24"/>
                <w:szCs w:val="24"/>
              </w:rPr>
              <w:t xml:space="preserve"> godz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06B9157" w14:textId="77777777" w:rsidR="0096466F" w:rsidRPr="003B04E1" w:rsidRDefault="0096466F" w:rsidP="0096466F">
            <w:pPr>
              <w:pStyle w:val="Akapitzlist"/>
              <w:numPr>
                <w:ilvl w:val="0"/>
                <w:numId w:val="2"/>
              </w:numPr>
              <w:ind w:left="311" w:hanging="284"/>
              <w:rPr>
                <w:rFonts w:ascii="Corbel" w:hAnsi="Corbel"/>
                <w:sz w:val="24"/>
                <w:szCs w:val="24"/>
              </w:rPr>
            </w:pPr>
            <w:r w:rsidRPr="003B04E1">
              <w:rPr>
                <w:rFonts w:ascii="Corbel" w:hAnsi="Corbel"/>
                <w:sz w:val="24"/>
                <w:szCs w:val="24"/>
              </w:rPr>
              <w:t>System sprawowania władzy w państwie / 2 godz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69B3ADD0" w14:textId="77777777" w:rsidR="0096466F" w:rsidRPr="003B04E1" w:rsidRDefault="0096466F" w:rsidP="0096466F">
            <w:pPr>
              <w:pStyle w:val="Akapitzlist"/>
              <w:numPr>
                <w:ilvl w:val="0"/>
                <w:numId w:val="2"/>
              </w:numPr>
              <w:ind w:left="311" w:hanging="284"/>
              <w:rPr>
                <w:rFonts w:ascii="Corbel" w:hAnsi="Corbel"/>
                <w:sz w:val="24"/>
                <w:szCs w:val="24"/>
              </w:rPr>
            </w:pPr>
            <w:r w:rsidRPr="003B04E1">
              <w:rPr>
                <w:rFonts w:ascii="Corbel" w:hAnsi="Corbel"/>
                <w:sz w:val="24"/>
                <w:szCs w:val="24"/>
              </w:rPr>
              <w:t>Typy reżimów politycznych / 2 godz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D200477" w14:textId="77777777" w:rsidR="0096466F" w:rsidRPr="003B04E1" w:rsidRDefault="0096466F" w:rsidP="0096466F">
            <w:pPr>
              <w:pStyle w:val="Akapitzlist"/>
              <w:numPr>
                <w:ilvl w:val="0"/>
                <w:numId w:val="2"/>
              </w:numPr>
              <w:ind w:left="311" w:hanging="284"/>
              <w:rPr>
                <w:rFonts w:ascii="Corbel" w:hAnsi="Corbel"/>
                <w:sz w:val="24"/>
                <w:szCs w:val="24"/>
              </w:rPr>
            </w:pPr>
            <w:r w:rsidRPr="003B04E1">
              <w:rPr>
                <w:rFonts w:ascii="Corbel" w:hAnsi="Corbel"/>
                <w:sz w:val="24"/>
                <w:szCs w:val="24"/>
              </w:rPr>
              <w:t>Państwo wobec procesów integracji europejskiej i globalizacji/ 2 godz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40582564" w14:textId="77777777" w:rsidR="0096466F" w:rsidRPr="003B04E1" w:rsidRDefault="0096466F" w:rsidP="0096466F">
            <w:pPr>
              <w:pStyle w:val="Akapitzlist"/>
              <w:numPr>
                <w:ilvl w:val="0"/>
                <w:numId w:val="2"/>
              </w:numPr>
              <w:ind w:left="311" w:hanging="425"/>
              <w:rPr>
                <w:rFonts w:ascii="Corbel" w:hAnsi="Corbel"/>
                <w:sz w:val="24"/>
                <w:szCs w:val="24"/>
              </w:rPr>
            </w:pPr>
            <w:r w:rsidRPr="003B04E1">
              <w:rPr>
                <w:rFonts w:ascii="Corbel" w:hAnsi="Corbel"/>
                <w:sz w:val="24"/>
                <w:szCs w:val="24"/>
              </w:rPr>
              <w:t>Organizacje w państwie/ 2 godz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109F5734" w14:textId="024A0F51" w:rsidR="0096466F" w:rsidRPr="003B04E1" w:rsidRDefault="0096466F" w:rsidP="0096466F">
            <w:pPr>
              <w:pStyle w:val="Akapitzlist"/>
              <w:numPr>
                <w:ilvl w:val="0"/>
                <w:numId w:val="2"/>
              </w:numPr>
              <w:ind w:left="311" w:hanging="425"/>
              <w:rPr>
                <w:rFonts w:ascii="Corbel" w:hAnsi="Corbel"/>
                <w:sz w:val="24"/>
                <w:szCs w:val="24"/>
              </w:rPr>
            </w:pPr>
            <w:r w:rsidRPr="003B04E1">
              <w:rPr>
                <w:rFonts w:ascii="Corbel" w:hAnsi="Corbel"/>
                <w:sz w:val="24"/>
                <w:szCs w:val="24"/>
              </w:rPr>
              <w:t>Demokratyczne państwo prawne/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3B04E1">
              <w:rPr>
                <w:rFonts w:ascii="Corbel" w:hAnsi="Corbel"/>
                <w:sz w:val="24"/>
                <w:szCs w:val="24"/>
              </w:rPr>
              <w:t>1 godz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F1F47F3" w14:textId="60A37E4A" w:rsidR="003B04E1" w:rsidRPr="00402FCB" w:rsidRDefault="003B04E1" w:rsidP="0096466F">
            <w:pPr>
              <w:pStyle w:val="Akapitzlist"/>
              <w:spacing w:after="0" w:line="240" w:lineRule="auto"/>
              <w:ind w:left="312"/>
              <w:contextualSpacing w:val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02FCB">
              <w:rPr>
                <w:rFonts w:ascii="Corbel" w:hAnsi="Corbel"/>
                <w:b/>
                <w:bCs/>
                <w:sz w:val="24"/>
                <w:szCs w:val="24"/>
              </w:rPr>
              <w:t xml:space="preserve">Suma godzin:                                      </w:t>
            </w:r>
            <w:r w:rsidR="0096466F">
              <w:rPr>
                <w:rFonts w:ascii="Corbel" w:hAnsi="Corbel"/>
                <w:b/>
                <w:bCs/>
                <w:sz w:val="24"/>
                <w:szCs w:val="24"/>
              </w:rPr>
              <w:t>15</w:t>
            </w:r>
            <w:r w:rsidRPr="00402FCB">
              <w:rPr>
                <w:rFonts w:ascii="Corbel" w:hAnsi="Corbel"/>
                <w:b/>
                <w:bCs/>
                <w:sz w:val="24"/>
                <w:szCs w:val="24"/>
              </w:rPr>
              <w:t xml:space="preserve"> godzin</w:t>
            </w:r>
          </w:p>
        </w:tc>
      </w:tr>
    </w:tbl>
    <w:p w14:paraId="65D8587F" w14:textId="77777777" w:rsidR="0085747A" w:rsidRPr="00B169DF" w:rsidRDefault="0085747A" w:rsidP="00402FC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49BC1036" w:rsidR="0085747A" w:rsidRPr="00B169DF" w:rsidRDefault="009F4610" w:rsidP="00402FC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</w:t>
      </w:r>
      <w:r w:rsidR="00402FCB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402F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E86026" w14:textId="68472240" w:rsidR="00153C41" w:rsidRPr="00402FCB" w:rsidRDefault="003B04E1" w:rsidP="00402FC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02FCB">
        <w:rPr>
          <w:rFonts w:ascii="Corbel" w:hAnsi="Corbel"/>
          <w:smallCaps w:val="0"/>
          <w:szCs w:val="24"/>
        </w:rPr>
        <w:t>Konwersatorium</w:t>
      </w:r>
      <w:r w:rsidR="00153C41" w:rsidRPr="00402FCB">
        <w:rPr>
          <w:rFonts w:ascii="Corbel" w:hAnsi="Corbel"/>
          <w:b w:val="0"/>
          <w:smallCaps w:val="0"/>
          <w:szCs w:val="24"/>
        </w:rPr>
        <w:t xml:space="preserve">: </w:t>
      </w:r>
      <w:r w:rsidR="009F4610" w:rsidRPr="00402FCB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402FCB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402FCB">
        <w:rPr>
          <w:rFonts w:ascii="Corbel" w:hAnsi="Corbel"/>
          <w:b w:val="0"/>
          <w:smallCaps w:val="0"/>
          <w:szCs w:val="24"/>
        </w:rPr>
        <w:t xml:space="preserve"> metoda projektów</w:t>
      </w:r>
      <w:r w:rsidR="00923D7D" w:rsidRPr="00402FCB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402FCB">
        <w:rPr>
          <w:rFonts w:ascii="Corbel" w:hAnsi="Corbel"/>
          <w:b w:val="0"/>
          <w:smallCaps w:val="0"/>
          <w:szCs w:val="24"/>
        </w:rPr>
        <w:t>(projekt badawczy, wdrożeniowy, praktyczny</w:t>
      </w:r>
      <w:r w:rsidR="0071620A" w:rsidRPr="00402FCB">
        <w:rPr>
          <w:rFonts w:ascii="Corbel" w:hAnsi="Corbel"/>
          <w:b w:val="0"/>
          <w:smallCaps w:val="0"/>
          <w:szCs w:val="24"/>
        </w:rPr>
        <w:t>),</w:t>
      </w:r>
      <w:r w:rsidR="001718A7" w:rsidRPr="00402FCB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402FCB">
        <w:rPr>
          <w:rFonts w:ascii="Corbel" w:hAnsi="Corbel"/>
          <w:b w:val="0"/>
          <w:smallCaps w:val="0"/>
          <w:szCs w:val="24"/>
        </w:rPr>
        <w:t>grupach</w:t>
      </w:r>
      <w:r w:rsidR="0071620A" w:rsidRPr="00402FCB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402FCB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402FCB">
        <w:rPr>
          <w:rFonts w:ascii="Corbel" w:hAnsi="Corbel"/>
          <w:b w:val="0"/>
          <w:smallCaps w:val="0"/>
          <w:szCs w:val="24"/>
        </w:rPr>
        <w:t>,</w:t>
      </w:r>
      <w:r w:rsidR="0085747A" w:rsidRPr="00402FCB">
        <w:rPr>
          <w:rFonts w:ascii="Corbel" w:hAnsi="Corbel"/>
          <w:b w:val="0"/>
          <w:smallCaps w:val="0"/>
          <w:szCs w:val="24"/>
        </w:rPr>
        <w:t xml:space="preserve"> dyskusja</w:t>
      </w:r>
      <w:r w:rsidR="0071620A" w:rsidRPr="00402FCB">
        <w:rPr>
          <w:rFonts w:ascii="Corbel" w:hAnsi="Corbel"/>
          <w:b w:val="0"/>
          <w:smallCaps w:val="0"/>
          <w:szCs w:val="24"/>
        </w:rPr>
        <w:t>),</w:t>
      </w:r>
      <w:r w:rsidR="2E3A5CD6" w:rsidRPr="00402FCB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402FCB">
        <w:rPr>
          <w:rFonts w:ascii="Corbel" w:hAnsi="Corbel"/>
          <w:b w:val="0"/>
          <w:smallCaps w:val="0"/>
          <w:szCs w:val="24"/>
        </w:rPr>
        <w:t xml:space="preserve">gry dydaktyczne, </w:t>
      </w:r>
      <w:r w:rsidR="0085747A" w:rsidRPr="00402FCB">
        <w:rPr>
          <w:rFonts w:ascii="Corbel" w:hAnsi="Corbel"/>
          <w:b w:val="0"/>
          <w:smallCaps w:val="0"/>
          <w:szCs w:val="24"/>
        </w:rPr>
        <w:t xml:space="preserve">metody kształcenia na odległość </w:t>
      </w:r>
    </w:p>
    <w:p w14:paraId="7AA3C9D6" w14:textId="77777777" w:rsidR="00E960BB" w:rsidRPr="00402FCB" w:rsidRDefault="00E960BB" w:rsidP="00402FCB">
      <w:pPr>
        <w:pStyle w:val="Punktygwne"/>
        <w:tabs>
          <w:tab w:val="left" w:pos="284"/>
        </w:tabs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402FC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402FC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6325A174" w:rsidR="0085747A" w:rsidRDefault="0085747A" w:rsidP="00402FC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</w:t>
      </w:r>
      <w:r w:rsidR="00402FCB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2AEE6096" w14:textId="06B87AD5" w:rsidR="003B04E1" w:rsidRDefault="003B04E1" w:rsidP="00402FC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5151"/>
        <w:gridCol w:w="2214"/>
      </w:tblGrid>
      <w:tr w:rsidR="003B04E1" w:rsidRPr="00945570" w14:paraId="41CA76A6" w14:textId="77777777" w:rsidTr="00402FCB">
        <w:tc>
          <w:tcPr>
            <w:tcW w:w="1729" w:type="dxa"/>
            <w:vAlign w:val="center"/>
          </w:tcPr>
          <w:p w14:paraId="3C17CD7F" w14:textId="35AFD18F" w:rsidR="003B04E1" w:rsidRPr="00402FCB" w:rsidRDefault="003B04E1" w:rsidP="00402FC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02FCB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151" w:type="dxa"/>
            <w:vAlign w:val="center"/>
          </w:tcPr>
          <w:p w14:paraId="783350C8" w14:textId="77777777" w:rsidR="003B04E1" w:rsidRPr="00402FCB" w:rsidRDefault="003B04E1" w:rsidP="00402FCB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402FCB">
              <w:rPr>
                <w:rFonts w:ascii="Corbel" w:hAnsi="Corbel"/>
                <w:color w:val="000000"/>
                <w:sz w:val="24"/>
                <w:szCs w:val="24"/>
              </w:rPr>
              <w:t>Metody oceny efektów uczenia się</w:t>
            </w:r>
          </w:p>
          <w:p w14:paraId="63AF0C14" w14:textId="7F90CE8D" w:rsidR="003B04E1" w:rsidRPr="00402FCB" w:rsidRDefault="003B04E1" w:rsidP="00402FC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02FCB">
              <w:rPr>
                <w:rFonts w:ascii="Corbel" w:hAnsi="Corbel"/>
                <w:color w:val="000000" w:themeColor="text1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14" w:type="dxa"/>
            <w:vAlign w:val="center"/>
          </w:tcPr>
          <w:p w14:paraId="44C3D6AB" w14:textId="5960C0A1" w:rsidR="003B04E1" w:rsidRPr="00402FCB" w:rsidRDefault="003B04E1" w:rsidP="00402FC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02FCB">
              <w:rPr>
                <w:rFonts w:ascii="Corbel" w:hAnsi="Corbel"/>
                <w:sz w:val="24"/>
                <w:szCs w:val="24"/>
              </w:rPr>
              <w:t>Forma zajęć dydaktycznych</w:t>
            </w:r>
          </w:p>
          <w:p w14:paraId="4D6F4C2F" w14:textId="4ECDF108" w:rsidR="003B04E1" w:rsidRPr="00402FCB" w:rsidRDefault="003B04E1" w:rsidP="00402FC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02FCB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402FCB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402FCB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3B04E1" w:rsidRPr="00945570" w14:paraId="46B2722F" w14:textId="77777777" w:rsidTr="00402FCB">
        <w:tc>
          <w:tcPr>
            <w:tcW w:w="1729" w:type="dxa"/>
          </w:tcPr>
          <w:p w14:paraId="0F369467" w14:textId="07E63EE7" w:rsidR="003B04E1" w:rsidRPr="00402FCB" w:rsidRDefault="00402FCB" w:rsidP="00402F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02FCB">
              <w:rPr>
                <w:rFonts w:ascii="Corbel" w:hAnsi="Corbel"/>
                <w:sz w:val="24"/>
                <w:szCs w:val="24"/>
              </w:rPr>
              <w:t>EK_01 - EK_08</w:t>
            </w:r>
          </w:p>
        </w:tc>
        <w:tc>
          <w:tcPr>
            <w:tcW w:w="5151" w:type="dxa"/>
          </w:tcPr>
          <w:p w14:paraId="3BE7DB95" w14:textId="77777777" w:rsidR="003B04E1" w:rsidRPr="00402FCB" w:rsidRDefault="003B04E1" w:rsidP="00402FCB">
            <w:pPr>
              <w:spacing w:after="0" w:line="240" w:lineRule="auto"/>
              <w:rPr>
                <w:rFonts w:ascii="Corbel" w:hAnsi="Corbel"/>
                <w:i/>
                <w:strike/>
                <w:sz w:val="24"/>
                <w:szCs w:val="24"/>
              </w:rPr>
            </w:pPr>
            <w:r w:rsidRPr="00402FCB">
              <w:rPr>
                <w:rFonts w:ascii="Corbel" w:hAnsi="Corbel"/>
                <w:sz w:val="24"/>
                <w:szCs w:val="24"/>
              </w:rPr>
              <w:t xml:space="preserve">egzamin pisemny </w:t>
            </w:r>
          </w:p>
        </w:tc>
        <w:tc>
          <w:tcPr>
            <w:tcW w:w="2214" w:type="dxa"/>
          </w:tcPr>
          <w:p w14:paraId="48DFA464" w14:textId="77777777" w:rsidR="003B04E1" w:rsidRPr="00402FCB" w:rsidRDefault="003B04E1" w:rsidP="00402F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02FC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054843EB" w14:textId="77777777" w:rsidR="0085747A" w:rsidRPr="00B169DF" w:rsidRDefault="0085747A" w:rsidP="00402F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F1D7A0" w14:textId="1933E5DC" w:rsidR="1A46867D" w:rsidRDefault="1A46867D" w:rsidP="00402FCB">
      <w:pPr>
        <w:spacing w:after="0" w:line="240" w:lineRule="auto"/>
      </w:pPr>
      <w:r>
        <w:br w:type="page"/>
      </w:r>
    </w:p>
    <w:p w14:paraId="637754A7" w14:textId="2707E33C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>4.2</w:t>
      </w:r>
      <w:r w:rsidR="00402FCB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1A46867D">
        <w:tc>
          <w:tcPr>
            <w:tcW w:w="9670" w:type="dxa"/>
          </w:tcPr>
          <w:p w14:paraId="11133A27" w14:textId="12D359E0" w:rsidR="003B04E1" w:rsidRPr="00402FCB" w:rsidRDefault="00402FCB" w:rsidP="00402FCB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  <w:szCs w:val="24"/>
              </w:rPr>
            </w:pPr>
            <w:r w:rsidRPr="00402FCB">
              <w:rPr>
                <w:rFonts w:ascii="Corbel" w:hAnsi="Corbel"/>
                <w:bCs/>
                <w:smallCaps w:val="0"/>
                <w:szCs w:val="24"/>
              </w:rPr>
              <w:t>Egzamin pisemny:</w:t>
            </w:r>
          </w:p>
          <w:p w14:paraId="29AAAC55" w14:textId="44F9F278" w:rsidR="003B04E1" w:rsidRPr="003B04E1" w:rsidRDefault="00402FCB" w:rsidP="00402FCB">
            <w:pPr>
              <w:pStyle w:val="Punktygwne"/>
              <w:spacing w:before="0" w:after="0"/>
              <w:ind w:left="342" w:hanging="342"/>
              <w:rPr>
                <w:rFonts w:ascii="Corbel" w:hAnsi="Corbel"/>
                <w:b w:val="0"/>
                <w:smallCaps w:val="0"/>
              </w:rPr>
            </w:pPr>
            <w:r w:rsidRPr="1A46867D">
              <w:rPr>
                <w:rFonts w:ascii="Corbel" w:hAnsi="Corbel"/>
                <w:b w:val="0"/>
                <w:smallCaps w:val="0"/>
              </w:rPr>
              <w:t>1.</w:t>
            </w:r>
            <w:r>
              <w:tab/>
            </w:r>
            <w:r>
              <w:rPr>
                <w:rFonts w:ascii="Corbel" w:hAnsi="Corbel"/>
                <w:b w:val="0"/>
                <w:smallCaps w:val="0"/>
              </w:rPr>
              <w:t>T</w:t>
            </w:r>
            <w:r w:rsidRPr="1A46867D">
              <w:rPr>
                <w:rFonts w:ascii="Corbel" w:hAnsi="Corbel"/>
                <w:b w:val="0"/>
                <w:smallCaps w:val="0"/>
              </w:rPr>
              <w:t>est składający się z 15 pytań jednokrotnego lub wielokrotnego wyboru lub pisemna forma odpowiedzi na 3 pytania opisowe</w:t>
            </w:r>
          </w:p>
          <w:p w14:paraId="13A1FB45" w14:textId="4425F609" w:rsidR="003B04E1" w:rsidRPr="003B04E1" w:rsidRDefault="00402FCB" w:rsidP="00402FCB">
            <w:pPr>
              <w:pStyle w:val="Punktygwne"/>
              <w:spacing w:before="0" w:after="0"/>
              <w:ind w:left="342" w:hanging="342"/>
              <w:rPr>
                <w:rFonts w:ascii="Corbel" w:hAnsi="Corbel"/>
                <w:b w:val="0"/>
                <w:smallCaps w:val="0"/>
                <w:szCs w:val="24"/>
              </w:rPr>
            </w:pPr>
            <w:r w:rsidRPr="003B04E1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Pr="003B04E1">
              <w:rPr>
                <w:rFonts w:ascii="Corbel" w:hAnsi="Corbel"/>
                <w:b w:val="0"/>
                <w:smallCaps w:val="0"/>
                <w:szCs w:val="24"/>
              </w:rPr>
              <w:tab/>
            </w: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B04E1">
              <w:rPr>
                <w:rFonts w:ascii="Corbel" w:hAnsi="Corbel"/>
                <w:b w:val="0"/>
                <w:smallCaps w:val="0"/>
                <w:szCs w:val="24"/>
              </w:rPr>
              <w:t xml:space="preserve">raca pisemna, liczba możliwych punktów do zdobycia: 5; </w:t>
            </w:r>
          </w:p>
          <w:p w14:paraId="483136FF" w14:textId="1BE4801B" w:rsidR="003B04E1" w:rsidRPr="003B04E1" w:rsidRDefault="00402FCB" w:rsidP="00402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B04E1">
              <w:rPr>
                <w:rFonts w:ascii="Corbel" w:hAnsi="Corbel"/>
                <w:b w:val="0"/>
                <w:smallCaps w:val="0"/>
                <w:szCs w:val="24"/>
              </w:rPr>
              <w:t>ryteria oceny: kompletność odpowiedzi, umiejętność stawiania tez i dobór argumentów, użycie fachowej terminologii, wykorzystana bibliografia</w:t>
            </w:r>
          </w:p>
          <w:p w14:paraId="5C5149BA" w14:textId="1E8404F8" w:rsidR="003B04E1" w:rsidRPr="003B04E1" w:rsidRDefault="00402FCB" w:rsidP="00402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3B04E1">
              <w:rPr>
                <w:rFonts w:ascii="Corbel" w:hAnsi="Corbel"/>
                <w:b w:val="0"/>
                <w:smallCaps w:val="0"/>
                <w:szCs w:val="24"/>
              </w:rPr>
              <w:t>tudent otrzymuje ocenę pozytywną spełniając wymóg określony w punkcie 1 oraz uzyskując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1A46867D">
              <w:rPr>
                <w:rFonts w:ascii="Corbel" w:hAnsi="Corbel"/>
                <w:b w:val="0"/>
                <w:smallCaps w:val="0"/>
              </w:rPr>
              <w:t>co najmniej 50 % maksymalnej liczby punktów. w przypadku testu każde z pytań jest oceniane na „1” (odpowiedź poprawna) lub „0” (odpowiedź błędna).</w:t>
            </w:r>
          </w:p>
          <w:p w14:paraId="35864C6C" w14:textId="4E1603C7" w:rsidR="003B04E1" w:rsidRPr="003B04E1" w:rsidRDefault="00402FCB" w:rsidP="00402FCB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2FCB">
              <w:rPr>
                <w:rFonts w:ascii="Corbel" w:hAnsi="Corbel"/>
                <w:bCs/>
                <w:smallCaps w:val="0"/>
                <w:szCs w:val="24"/>
              </w:rPr>
              <w:t>Egzamin ustny</w:t>
            </w:r>
            <w:r w:rsidRPr="003B04E1">
              <w:rPr>
                <w:rFonts w:ascii="Corbel" w:hAnsi="Corbel"/>
                <w:b w:val="0"/>
                <w:smallCaps w:val="0"/>
                <w:szCs w:val="24"/>
              </w:rPr>
              <w:t xml:space="preserve"> przeprowadzany jest według następujących zasad:</w:t>
            </w:r>
          </w:p>
          <w:p w14:paraId="7C2E9BA1" w14:textId="3E8C9C0F" w:rsidR="003B04E1" w:rsidRPr="003B04E1" w:rsidRDefault="00402FCB" w:rsidP="00402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4E1">
              <w:rPr>
                <w:rFonts w:ascii="Corbel" w:hAnsi="Corbel"/>
                <w:b w:val="0"/>
                <w:smallCaps w:val="0"/>
                <w:szCs w:val="24"/>
              </w:rPr>
              <w:t>– student losuje kolejno trzy pytania, na które udziela następnie odpowiedzi</w:t>
            </w:r>
          </w:p>
          <w:p w14:paraId="23156BDF" w14:textId="1A5D8F40" w:rsidR="003B04E1" w:rsidRPr="003B04E1" w:rsidRDefault="00402FCB" w:rsidP="00402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4E1">
              <w:rPr>
                <w:rFonts w:ascii="Corbel" w:hAnsi="Corbel"/>
                <w:b w:val="0"/>
                <w:smallCaps w:val="0"/>
                <w:szCs w:val="24"/>
              </w:rPr>
              <w:t xml:space="preserve">– pytania egzaminacyjne obejmują tematy stanowiące przedmiot wykładu oraz ćwiczeń.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B04E1">
              <w:rPr>
                <w:rFonts w:ascii="Corbel" w:hAnsi="Corbel"/>
                <w:b w:val="0"/>
                <w:smallCaps w:val="0"/>
                <w:szCs w:val="24"/>
              </w:rPr>
              <w:t>rzed egzaminem student otrzymuje wykaz zagadnień, w oparciu o który zostaną opracowane pytania</w:t>
            </w:r>
          </w:p>
          <w:p w14:paraId="2BB5D64F" w14:textId="1357D3BD" w:rsidR="0085747A" w:rsidRPr="00B169DF" w:rsidRDefault="00402FCB" w:rsidP="00402FCB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B04E1">
              <w:rPr>
                <w:rFonts w:ascii="Corbel" w:hAnsi="Corbel"/>
                <w:b w:val="0"/>
                <w:smallCaps w:val="0"/>
                <w:szCs w:val="24"/>
              </w:rPr>
              <w:t>arunkiem złożenia egzaminu z wynikiem pozytywnym jest, co do zasady, udzielenie poprawnej odpowiedzi na co najmniej dwa z trzech pytań. odpowiedź na każde z pytań jest oceniana samodzielnie, a ocena końcowa z egzaminu stanowi wypadkową ocen cząstkowych.</w:t>
            </w: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402FCB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3B04E1" w:rsidRPr="00402FCB" w14:paraId="128DDC9A" w14:textId="77777777" w:rsidTr="00402FCB">
        <w:tc>
          <w:tcPr>
            <w:tcW w:w="5132" w:type="dxa"/>
            <w:vAlign w:val="center"/>
          </w:tcPr>
          <w:p w14:paraId="0C6C4330" w14:textId="54465D7A" w:rsidR="003B04E1" w:rsidRPr="00402FCB" w:rsidRDefault="003B04E1" w:rsidP="003B04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02FC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88" w:type="dxa"/>
            <w:vAlign w:val="center"/>
          </w:tcPr>
          <w:p w14:paraId="305A4821" w14:textId="13E38641" w:rsidR="003B04E1" w:rsidRPr="00402FCB" w:rsidRDefault="003B04E1" w:rsidP="003B04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02FC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B04E1" w:rsidRPr="00402FCB" w14:paraId="02C37FE3" w14:textId="77777777" w:rsidTr="00402FCB">
        <w:tc>
          <w:tcPr>
            <w:tcW w:w="5132" w:type="dxa"/>
          </w:tcPr>
          <w:p w14:paraId="6754C5C7" w14:textId="7B2D6BF2" w:rsidR="003B04E1" w:rsidRPr="00402FCB" w:rsidRDefault="003B04E1" w:rsidP="1A4686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FCB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5BB51705" w:rsidRPr="00402FC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02FC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3A344839" w14:textId="524DB110" w:rsidR="003B04E1" w:rsidRPr="00402FCB" w:rsidRDefault="0096466F" w:rsidP="003B04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3B04E1" w:rsidRPr="00402FC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3B04E1" w:rsidRPr="00402FCB" w14:paraId="2A4AABEF" w14:textId="77777777" w:rsidTr="00402FCB">
        <w:tc>
          <w:tcPr>
            <w:tcW w:w="5132" w:type="dxa"/>
          </w:tcPr>
          <w:p w14:paraId="23EF7B54" w14:textId="3A7CB8A3" w:rsidR="003B04E1" w:rsidRPr="00402FCB" w:rsidRDefault="003B04E1" w:rsidP="003B04E1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402FC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593E8A3A" w:rsidRPr="00402FCB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2C195B47" w14:textId="355AFBB1" w:rsidR="003B04E1" w:rsidRPr="00402FCB" w:rsidRDefault="003B04E1" w:rsidP="003B04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FC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7E767549" w14:textId="4C3DA1E4" w:rsidR="003B04E1" w:rsidRPr="00402FCB" w:rsidRDefault="003B04E1" w:rsidP="003B04E1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402FCB">
              <w:rPr>
                <w:rFonts w:ascii="Corbel" w:hAnsi="Corbel"/>
                <w:sz w:val="24"/>
                <w:szCs w:val="24"/>
              </w:rPr>
              <w:t xml:space="preserve">udział w konsultacjach - </w:t>
            </w:r>
            <w:r w:rsidR="2AFF9F00" w:rsidRPr="00402FCB">
              <w:rPr>
                <w:rFonts w:ascii="Corbel" w:hAnsi="Corbel"/>
                <w:sz w:val="24"/>
                <w:szCs w:val="24"/>
              </w:rPr>
              <w:t>9</w:t>
            </w:r>
            <w:r w:rsidRPr="00402FC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63CF7F11" w14:textId="217E765F" w:rsidR="003B04E1" w:rsidRPr="00402FCB" w:rsidRDefault="003B04E1" w:rsidP="003B04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FCB">
              <w:rPr>
                <w:rFonts w:ascii="Corbel" w:hAnsi="Corbel"/>
                <w:sz w:val="24"/>
                <w:szCs w:val="24"/>
              </w:rPr>
              <w:t>udział w egzaminie - 1 godz.</w:t>
            </w:r>
          </w:p>
        </w:tc>
      </w:tr>
      <w:tr w:rsidR="003B04E1" w:rsidRPr="00402FCB" w14:paraId="3796D0EB" w14:textId="77777777" w:rsidTr="00402FCB">
        <w:tc>
          <w:tcPr>
            <w:tcW w:w="5132" w:type="dxa"/>
          </w:tcPr>
          <w:p w14:paraId="2728F139" w14:textId="77777777" w:rsidR="003B04E1" w:rsidRPr="00402FCB" w:rsidRDefault="003B04E1" w:rsidP="003B04E1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402FC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68BAD2AC" w:rsidR="003B04E1" w:rsidRPr="00402FCB" w:rsidRDefault="003B04E1" w:rsidP="003B04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FCB">
              <w:rPr>
                <w:rFonts w:ascii="Corbel" w:hAnsi="Corbel"/>
                <w:sz w:val="24"/>
                <w:szCs w:val="24"/>
              </w:rPr>
              <w:t>(przygotowanie do zajęć, zaliczenia, napisanie referatu itp.)</w:t>
            </w:r>
          </w:p>
        </w:tc>
        <w:tc>
          <w:tcPr>
            <w:tcW w:w="4388" w:type="dxa"/>
          </w:tcPr>
          <w:p w14:paraId="62310ED0" w14:textId="77777777" w:rsidR="003B04E1" w:rsidRPr="00402FCB" w:rsidRDefault="003B04E1" w:rsidP="003B04E1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402FCB">
              <w:rPr>
                <w:rFonts w:ascii="Corbel" w:hAnsi="Corbel"/>
                <w:sz w:val="24"/>
                <w:szCs w:val="24"/>
              </w:rPr>
              <w:t>przygotowanie do egzaminu - 50 godz.</w:t>
            </w:r>
          </w:p>
          <w:p w14:paraId="03E3072C" w14:textId="3B5AE3FD" w:rsidR="003B04E1" w:rsidRPr="00402FCB" w:rsidRDefault="003B04E1" w:rsidP="00402FCB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402FCB">
              <w:rPr>
                <w:rFonts w:ascii="Corbel" w:hAnsi="Corbel"/>
                <w:sz w:val="24"/>
                <w:szCs w:val="24"/>
              </w:rPr>
              <w:t xml:space="preserve">przygotowanie do zajęć - </w:t>
            </w:r>
            <w:r w:rsidR="251D3ABE" w:rsidRPr="00402FCB">
              <w:rPr>
                <w:rFonts w:ascii="Corbel" w:hAnsi="Corbel"/>
                <w:sz w:val="24"/>
                <w:szCs w:val="24"/>
              </w:rPr>
              <w:t>4</w:t>
            </w:r>
            <w:r w:rsidR="0096466F">
              <w:rPr>
                <w:rFonts w:ascii="Corbel" w:hAnsi="Corbel"/>
                <w:sz w:val="24"/>
                <w:szCs w:val="24"/>
              </w:rPr>
              <w:t>5</w:t>
            </w:r>
            <w:r w:rsidRPr="00402FC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3B04E1" w:rsidRPr="00402FCB" w14:paraId="1ADE6CE7" w14:textId="77777777" w:rsidTr="00402FCB">
        <w:tc>
          <w:tcPr>
            <w:tcW w:w="5132" w:type="dxa"/>
          </w:tcPr>
          <w:p w14:paraId="2FD9881C" w14:textId="44C839F8" w:rsidR="003B04E1" w:rsidRPr="00402FCB" w:rsidRDefault="003B04E1" w:rsidP="003B04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FC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4747719D" w14:textId="6FB173C7" w:rsidR="003B04E1" w:rsidRPr="00402FCB" w:rsidRDefault="003B04E1" w:rsidP="003B04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FCB">
              <w:rPr>
                <w:rFonts w:ascii="Corbel" w:hAnsi="Corbel"/>
                <w:sz w:val="24"/>
                <w:szCs w:val="24"/>
              </w:rPr>
              <w:t>12</w:t>
            </w:r>
            <w:r w:rsidR="73048511" w:rsidRPr="00402FC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3B04E1" w:rsidRPr="00402FCB" w14:paraId="071C4E58" w14:textId="77777777" w:rsidTr="00402FCB">
        <w:tc>
          <w:tcPr>
            <w:tcW w:w="5132" w:type="dxa"/>
          </w:tcPr>
          <w:p w14:paraId="62049DBA" w14:textId="0695E593" w:rsidR="003B04E1" w:rsidRPr="00402FCB" w:rsidRDefault="003B04E1" w:rsidP="003B04E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02FC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6623D12B" w14:textId="3F94F8C4" w:rsidR="003B04E1" w:rsidRPr="00402FCB" w:rsidRDefault="003B04E1" w:rsidP="003B04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FCB">
              <w:rPr>
                <w:rFonts w:ascii="Corbel" w:hAnsi="Corbel"/>
                <w:sz w:val="24"/>
                <w:szCs w:val="24"/>
              </w:rPr>
              <w:t>4 punkty</w:t>
            </w:r>
          </w:p>
        </w:tc>
      </w:tr>
    </w:tbl>
    <w:p w14:paraId="63F632C6" w14:textId="77777777" w:rsidR="0085747A" w:rsidRPr="00402FCB" w:rsidRDefault="00923D7D" w:rsidP="00402FCB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402FC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02FC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402FC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402FC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02FCB">
        <w:rPr>
          <w:rFonts w:ascii="Corbel" w:hAnsi="Corbel"/>
          <w:smallCaps w:val="0"/>
          <w:szCs w:val="24"/>
        </w:rPr>
        <w:t xml:space="preserve">6. </w:t>
      </w:r>
      <w:r w:rsidR="0085747A" w:rsidRPr="00402FCB">
        <w:rPr>
          <w:rFonts w:ascii="Corbel" w:hAnsi="Corbel"/>
          <w:smallCaps w:val="0"/>
          <w:szCs w:val="24"/>
        </w:rPr>
        <w:t>PRAKTYKI ZAWO</w:t>
      </w:r>
      <w:r w:rsidR="009D3F3B" w:rsidRPr="00402FCB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402FC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3969"/>
      </w:tblGrid>
      <w:tr w:rsidR="0085747A" w:rsidRPr="00402FCB" w14:paraId="638E76A1" w14:textId="77777777" w:rsidTr="00402FCB">
        <w:trPr>
          <w:trHeight w:val="397"/>
        </w:trPr>
        <w:tc>
          <w:tcPr>
            <w:tcW w:w="3940" w:type="dxa"/>
          </w:tcPr>
          <w:p w14:paraId="16CB32EE" w14:textId="77777777" w:rsidR="0085747A" w:rsidRPr="00402FC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2FC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6C1B4FA7" w:rsidR="0085747A" w:rsidRPr="00402FCB" w:rsidRDefault="003B04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02F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____________________</w:t>
            </w:r>
          </w:p>
        </w:tc>
      </w:tr>
      <w:tr w:rsidR="0085747A" w:rsidRPr="00402FCB" w14:paraId="276FFB2E" w14:textId="77777777" w:rsidTr="00402FCB">
        <w:trPr>
          <w:trHeight w:val="397"/>
        </w:trPr>
        <w:tc>
          <w:tcPr>
            <w:tcW w:w="3940" w:type="dxa"/>
          </w:tcPr>
          <w:p w14:paraId="6B69F399" w14:textId="77777777" w:rsidR="0085747A" w:rsidRPr="00402FC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2FC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58F4A6E1" w:rsidR="0085747A" w:rsidRPr="00402FCB" w:rsidRDefault="003B04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2FCB">
              <w:rPr>
                <w:rFonts w:ascii="Corbel" w:hAnsi="Corbel"/>
                <w:b w:val="0"/>
                <w:smallCaps w:val="0"/>
                <w:szCs w:val="24"/>
              </w:rPr>
              <w:t>_____________________</w:t>
            </w:r>
          </w:p>
        </w:tc>
      </w:tr>
    </w:tbl>
    <w:p w14:paraId="0E03DECB" w14:textId="77777777" w:rsidR="003E1941" w:rsidRPr="00402FC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05CAE8" w14:textId="77777777" w:rsidR="00402FCB" w:rsidRDefault="00402FC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4586C55F" w14:textId="651523A8" w:rsidR="0085747A" w:rsidRPr="00402FC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02FCB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402FCB">
        <w:rPr>
          <w:rFonts w:ascii="Corbel" w:hAnsi="Corbel"/>
          <w:smallCaps w:val="0"/>
          <w:szCs w:val="24"/>
        </w:rPr>
        <w:t>LITERATURA</w:t>
      </w:r>
      <w:r w:rsidRPr="00402FCB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402FC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9"/>
      </w:tblGrid>
      <w:tr w:rsidR="003A4105" w:rsidRPr="00402FCB" w14:paraId="6ABE6770" w14:textId="77777777" w:rsidTr="00402FCB">
        <w:tc>
          <w:tcPr>
            <w:tcW w:w="7909" w:type="dxa"/>
          </w:tcPr>
          <w:p w14:paraId="395B3213" w14:textId="77777777" w:rsidR="003A4105" w:rsidRPr="00402FCB" w:rsidRDefault="62987390" w:rsidP="00402FCB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02FCB">
              <w:rPr>
                <w:rFonts w:ascii="Corbel" w:hAnsi="Corbel"/>
                <w:b/>
                <w:bCs/>
                <w:sz w:val="24"/>
                <w:szCs w:val="24"/>
              </w:rPr>
              <w:t>Literatura podstawowa:</w:t>
            </w:r>
          </w:p>
          <w:p w14:paraId="7B5331C2" w14:textId="6F3A1F81" w:rsidR="1A46867D" w:rsidRPr="00402FCB" w:rsidRDefault="1A46867D" w:rsidP="00402F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3005BA03" w14:textId="03866DB2" w:rsidR="003A4105" w:rsidRPr="00402FCB" w:rsidRDefault="003A4105" w:rsidP="00402FCB">
            <w:pPr>
              <w:numPr>
                <w:ilvl w:val="0"/>
                <w:numId w:val="3"/>
              </w:numPr>
              <w:spacing w:after="0" w:line="240" w:lineRule="auto"/>
              <w:ind w:left="319" w:hanging="283"/>
              <w:rPr>
                <w:rFonts w:ascii="Corbel" w:hAnsi="Corbel"/>
                <w:sz w:val="24"/>
                <w:szCs w:val="24"/>
              </w:rPr>
            </w:pPr>
            <w:r w:rsidRPr="00402FCB">
              <w:rPr>
                <w:rFonts w:ascii="Corbel" w:hAnsi="Corbel"/>
                <w:sz w:val="24"/>
                <w:szCs w:val="24"/>
              </w:rPr>
              <w:t xml:space="preserve">S. Sagan, V. </w:t>
            </w:r>
            <w:proofErr w:type="spellStart"/>
            <w:r w:rsidRPr="00402FCB">
              <w:rPr>
                <w:rFonts w:ascii="Corbel" w:hAnsi="Corbel"/>
                <w:sz w:val="24"/>
                <w:szCs w:val="24"/>
              </w:rPr>
              <w:t>Serzhanova</w:t>
            </w:r>
            <w:proofErr w:type="spellEnd"/>
            <w:r w:rsidRPr="00402FCB">
              <w:rPr>
                <w:rFonts w:ascii="Corbel" w:hAnsi="Corbel"/>
                <w:sz w:val="24"/>
                <w:szCs w:val="24"/>
              </w:rPr>
              <w:t xml:space="preserve">, Nauka o państwie współczesnym, </w:t>
            </w:r>
            <w:r w:rsidR="00402FCB">
              <w:rPr>
                <w:rFonts w:ascii="Corbel" w:hAnsi="Corbel"/>
                <w:sz w:val="24"/>
                <w:szCs w:val="24"/>
              </w:rPr>
              <w:br/>
            </w:r>
            <w:r w:rsidRPr="00402FCB">
              <w:rPr>
                <w:rFonts w:ascii="Corbel" w:hAnsi="Corbel"/>
                <w:sz w:val="24"/>
                <w:szCs w:val="24"/>
              </w:rPr>
              <w:t>Warszawa 2013;</w:t>
            </w:r>
          </w:p>
          <w:p w14:paraId="7A9CE727" w14:textId="30971B79" w:rsidR="003A4105" w:rsidRPr="00402FCB" w:rsidRDefault="003A4105" w:rsidP="00402FCB">
            <w:pPr>
              <w:numPr>
                <w:ilvl w:val="0"/>
                <w:numId w:val="3"/>
              </w:numPr>
              <w:spacing w:after="0" w:line="240" w:lineRule="auto"/>
              <w:ind w:left="319" w:hanging="283"/>
              <w:rPr>
                <w:rFonts w:ascii="Corbel" w:hAnsi="Corbel"/>
                <w:sz w:val="24"/>
                <w:szCs w:val="24"/>
              </w:rPr>
            </w:pPr>
            <w:r w:rsidRPr="00402FCB">
              <w:rPr>
                <w:rFonts w:ascii="Corbel" w:hAnsi="Corbel"/>
                <w:sz w:val="24"/>
                <w:szCs w:val="24"/>
              </w:rPr>
              <w:t>J. Kuciński, Nauka o państwie współczesnym, Warszawa 2019 r.</w:t>
            </w:r>
          </w:p>
          <w:p w14:paraId="5CFEF13D" w14:textId="2FBBADF1" w:rsidR="003A4105" w:rsidRPr="00402FCB" w:rsidRDefault="62987390" w:rsidP="00402FCB">
            <w:pPr>
              <w:numPr>
                <w:ilvl w:val="0"/>
                <w:numId w:val="3"/>
              </w:numPr>
              <w:spacing w:after="0" w:line="240" w:lineRule="auto"/>
              <w:ind w:left="319" w:hanging="283"/>
              <w:rPr>
                <w:rFonts w:ascii="Corbel" w:hAnsi="Corbel"/>
                <w:sz w:val="24"/>
                <w:szCs w:val="24"/>
              </w:rPr>
            </w:pPr>
            <w:r w:rsidRPr="00402FCB">
              <w:rPr>
                <w:rFonts w:ascii="Corbel" w:hAnsi="Corbel"/>
                <w:sz w:val="24"/>
                <w:szCs w:val="24"/>
              </w:rPr>
              <w:t xml:space="preserve">S. Grabowska, Nauka o państwie i prawie. Wybrane zagadnienia, </w:t>
            </w:r>
            <w:r w:rsidR="00402FCB">
              <w:rPr>
                <w:rFonts w:ascii="Corbel" w:hAnsi="Corbel"/>
                <w:sz w:val="24"/>
                <w:szCs w:val="24"/>
              </w:rPr>
              <w:br/>
            </w:r>
            <w:r w:rsidRPr="00402FCB">
              <w:rPr>
                <w:rFonts w:ascii="Corbel" w:hAnsi="Corbel"/>
                <w:sz w:val="24"/>
                <w:szCs w:val="24"/>
              </w:rPr>
              <w:t>Rzeszów 2017;</w:t>
            </w:r>
          </w:p>
          <w:p w14:paraId="31F3A2EF" w14:textId="36B9E8F8" w:rsidR="003A4105" w:rsidRPr="00402FCB" w:rsidRDefault="003A4105" w:rsidP="00402FC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3A4105" w:rsidRPr="00402FCB" w14:paraId="22EBB0E1" w14:textId="77777777" w:rsidTr="00402FCB">
        <w:tc>
          <w:tcPr>
            <w:tcW w:w="7909" w:type="dxa"/>
          </w:tcPr>
          <w:p w14:paraId="259331DE" w14:textId="77777777" w:rsidR="003A4105" w:rsidRPr="00402FCB" w:rsidRDefault="62987390" w:rsidP="00402FCB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02FCB"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1227DAD1" w14:textId="475C9AEA" w:rsidR="1A46867D" w:rsidRPr="00402FCB" w:rsidRDefault="1A46867D" w:rsidP="00402F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AECE6FF" w14:textId="77777777" w:rsidR="003A4105" w:rsidRPr="00402FCB" w:rsidRDefault="003A4105" w:rsidP="00402FCB">
            <w:pPr>
              <w:numPr>
                <w:ilvl w:val="0"/>
                <w:numId w:val="4"/>
              </w:numPr>
              <w:spacing w:after="0" w:line="240" w:lineRule="auto"/>
              <w:ind w:left="319" w:hanging="283"/>
              <w:rPr>
                <w:rFonts w:ascii="Corbel" w:eastAsia="Cambria" w:hAnsi="Corbel"/>
                <w:sz w:val="24"/>
                <w:szCs w:val="24"/>
              </w:rPr>
            </w:pPr>
            <w:r w:rsidRPr="00402FCB">
              <w:rPr>
                <w:rFonts w:ascii="Corbel" w:eastAsia="Cambria" w:hAnsi="Corbel"/>
                <w:i/>
                <w:sz w:val="24"/>
                <w:szCs w:val="24"/>
              </w:rPr>
              <w:t>Nauka o państwie</w:t>
            </w:r>
            <w:r w:rsidRPr="00402FCB">
              <w:rPr>
                <w:rFonts w:ascii="Corbel" w:eastAsia="Cambria" w:hAnsi="Corbel"/>
                <w:sz w:val="24"/>
                <w:szCs w:val="24"/>
              </w:rPr>
              <w:t>, red. P. Kaczorowski, Warszawa 2006.</w:t>
            </w:r>
          </w:p>
          <w:p w14:paraId="0D6673D8" w14:textId="77777777" w:rsidR="003A4105" w:rsidRPr="00402FCB" w:rsidRDefault="003A4105" w:rsidP="00402FCB">
            <w:pPr>
              <w:numPr>
                <w:ilvl w:val="0"/>
                <w:numId w:val="4"/>
              </w:numPr>
              <w:spacing w:after="0" w:line="240" w:lineRule="auto"/>
              <w:ind w:left="319" w:hanging="283"/>
              <w:rPr>
                <w:rFonts w:ascii="Corbel" w:eastAsia="Cambria" w:hAnsi="Corbel"/>
                <w:sz w:val="24"/>
                <w:szCs w:val="24"/>
              </w:rPr>
            </w:pPr>
            <w:r w:rsidRPr="00402FCB">
              <w:rPr>
                <w:rFonts w:ascii="Corbel" w:eastAsia="Cambria" w:hAnsi="Corbel"/>
                <w:sz w:val="24"/>
                <w:szCs w:val="24"/>
              </w:rPr>
              <w:t xml:space="preserve">Szmulik B., Żmigrodzki M., </w:t>
            </w:r>
            <w:r w:rsidRPr="00402FCB">
              <w:rPr>
                <w:rFonts w:ascii="Corbel" w:eastAsia="Cambria" w:hAnsi="Corbel"/>
                <w:i/>
                <w:sz w:val="24"/>
                <w:szCs w:val="24"/>
              </w:rPr>
              <w:t>Wprowadzenie do nauki o państwie i polityce</w:t>
            </w:r>
            <w:r w:rsidRPr="00402FCB">
              <w:rPr>
                <w:rFonts w:ascii="Corbel" w:eastAsia="Cambria" w:hAnsi="Corbel"/>
                <w:sz w:val="24"/>
                <w:szCs w:val="24"/>
              </w:rPr>
              <w:t>, Lublin 2007.</w:t>
            </w:r>
          </w:p>
          <w:p w14:paraId="2E76E994" w14:textId="77777777" w:rsidR="003A4105" w:rsidRPr="00402FCB" w:rsidRDefault="003A4105" w:rsidP="00402FCB">
            <w:pPr>
              <w:spacing w:after="0"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F011B1F" w14:textId="77777777" w:rsidR="0085747A" w:rsidRPr="00402FC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402FC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402FC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02FC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02FC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835EB" w14:textId="77777777" w:rsidR="00066BEF" w:rsidRDefault="00066BEF" w:rsidP="00C16ABF">
      <w:pPr>
        <w:spacing w:after="0" w:line="240" w:lineRule="auto"/>
      </w:pPr>
      <w:r>
        <w:separator/>
      </w:r>
    </w:p>
  </w:endnote>
  <w:endnote w:type="continuationSeparator" w:id="0">
    <w:p w14:paraId="4B53D8A6" w14:textId="77777777" w:rsidR="00066BEF" w:rsidRDefault="00066BE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E6023A" w14:textId="77777777" w:rsidR="00066BEF" w:rsidRDefault="00066BEF" w:rsidP="00C16ABF">
      <w:pPr>
        <w:spacing w:after="0" w:line="240" w:lineRule="auto"/>
      </w:pPr>
      <w:r>
        <w:separator/>
      </w:r>
    </w:p>
  </w:footnote>
  <w:footnote w:type="continuationSeparator" w:id="0">
    <w:p w14:paraId="0B2185EF" w14:textId="77777777" w:rsidR="00066BEF" w:rsidRDefault="00066BE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C3545"/>
    <w:multiLevelType w:val="hybridMultilevel"/>
    <w:tmpl w:val="982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92427"/>
    <w:multiLevelType w:val="hybridMultilevel"/>
    <w:tmpl w:val="C87CC49A"/>
    <w:lvl w:ilvl="0" w:tplc="E370F0E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6853FFB"/>
    <w:multiLevelType w:val="hybridMultilevel"/>
    <w:tmpl w:val="3ED26252"/>
    <w:lvl w:ilvl="0" w:tplc="0415000F">
      <w:start w:val="1"/>
      <w:numFmt w:val="decimal"/>
      <w:lvlText w:val="%1."/>
      <w:lvlJc w:val="left"/>
      <w:pPr>
        <w:ind w:left="23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4" w:hanging="360"/>
      </w:pPr>
    </w:lvl>
    <w:lvl w:ilvl="2" w:tplc="0415001B" w:tentative="1">
      <w:start w:val="1"/>
      <w:numFmt w:val="lowerRoman"/>
      <w:lvlText w:val="%3."/>
      <w:lvlJc w:val="right"/>
      <w:pPr>
        <w:ind w:left="3784" w:hanging="180"/>
      </w:pPr>
    </w:lvl>
    <w:lvl w:ilvl="3" w:tplc="0415000F" w:tentative="1">
      <w:start w:val="1"/>
      <w:numFmt w:val="decimal"/>
      <w:lvlText w:val="%4."/>
      <w:lvlJc w:val="left"/>
      <w:pPr>
        <w:ind w:left="4504" w:hanging="360"/>
      </w:pPr>
    </w:lvl>
    <w:lvl w:ilvl="4" w:tplc="04150019" w:tentative="1">
      <w:start w:val="1"/>
      <w:numFmt w:val="lowerLetter"/>
      <w:lvlText w:val="%5."/>
      <w:lvlJc w:val="left"/>
      <w:pPr>
        <w:ind w:left="5224" w:hanging="360"/>
      </w:pPr>
    </w:lvl>
    <w:lvl w:ilvl="5" w:tplc="0415001B" w:tentative="1">
      <w:start w:val="1"/>
      <w:numFmt w:val="lowerRoman"/>
      <w:lvlText w:val="%6."/>
      <w:lvlJc w:val="right"/>
      <w:pPr>
        <w:ind w:left="5944" w:hanging="180"/>
      </w:pPr>
    </w:lvl>
    <w:lvl w:ilvl="6" w:tplc="0415000F" w:tentative="1">
      <w:start w:val="1"/>
      <w:numFmt w:val="decimal"/>
      <w:lvlText w:val="%7."/>
      <w:lvlJc w:val="left"/>
      <w:pPr>
        <w:ind w:left="6664" w:hanging="360"/>
      </w:pPr>
    </w:lvl>
    <w:lvl w:ilvl="7" w:tplc="04150019" w:tentative="1">
      <w:start w:val="1"/>
      <w:numFmt w:val="lowerLetter"/>
      <w:lvlText w:val="%8."/>
      <w:lvlJc w:val="left"/>
      <w:pPr>
        <w:ind w:left="7384" w:hanging="360"/>
      </w:pPr>
    </w:lvl>
    <w:lvl w:ilvl="8" w:tplc="0415001B" w:tentative="1">
      <w:start w:val="1"/>
      <w:numFmt w:val="lowerRoman"/>
      <w:lvlText w:val="%9."/>
      <w:lvlJc w:val="right"/>
      <w:pPr>
        <w:ind w:left="8104" w:hanging="180"/>
      </w:pPr>
    </w:lvl>
  </w:abstractNum>
  <w:num w:numId="1" w16cid:durableId="1656102004">
    <w:abstractNumId w:val="2"/>
  </w:num>
  <w:num w:numId="2" w16cid:durableId="890271551">
    <w:abstractNumId w:val="3"/>
  </w:num>
  <w:num w:numId="3" w16cid:durableId="1078602141">
    <w:abstractNumId w:val="0"/>
  </w:num>
  <w:num w:numId="4" w16cid:durableId="56538165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40F5"/>
    <w:rsid w:val="00066BE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57A9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74B6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4105"/>
    <w:rsid w:val="003A4442"/>
    <w:rsid w:val="003B04E1"/>
    <w:rsid w:val="003C0BAE"/>
    <w:rsid w:val="003D18A9"/>
    <w:rsid w:val="003D6CE2"/>
    <w:rsid w:val="003E1941"/>
    <w:rsid w:val="003E2FE6"/>
    <w:rsid w:val="003E49D5"/>
    <w:rsid w:val="003F205D"/>
    <w:rsid w:val="003F38C0"/>
    <w:rsid w:val="00402FCB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1DF8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466F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0C6B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73F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0870"/>
    <w:rsid w:val="00E129B8"/>
    <w:rsid w:val="00E21E7D"/>
    <w:rsid w:val="00E22FBC"/>
    <w:rsid w:val="00E24BF5"/>
    <w:rsid w:val="00E25338"/>
    <w:rsid w:val="00E2647F"/>
    <w:rsid w:val="00E51E44"/>
    <w:rsid w:val="00E63348"/>
    <w:rsid w:val="00E65294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BFB8E76"/>
    <w:rsid w:val="167ED1BA"/>
    <w:rsid w:val="1A46867D"/>
    <w:rsid w:val="1A5CB982"/>
    <w:rsid w:val="1D1031D4"/>
    <w:rsid w:val="251D3ABE"/>
    <w:rsid w:val="2AFF9F00"/>
    <w:rsid w:val="2B83D122"/>
    <w:rsid w:val="2E3A5CD6"/>
    <w:rsid w:val="3026735F"/>
    <w:rsid w:val="30D93626"/>
    <w:rsid w:val="46AE3BD9"/>
    <w:rsid w:val="5362C054"/>
    <w:rsid w:val="569A6116"/>
    <w:rsid w:val="593E8A3A"/>
    <w:rsid w:val="5BB51705"/>
    <w:rsid w:val="62987390"/>
    <w:rsid w:val="651CA205"/>
    <w:rsid w:val="663C9831"/>
    <w:rsid w:val="73048511"/>
    <w:rsid w:val="7FB442AB"/>
    <w:rsid w:val="7FE7B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8B899-3B6E-4FD6-8A49-B27401BF1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5</Pages>
  <Words>1112</Words>
  <Characters>6673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Alicja Mendocha</cp:lastModifiedBy>
  <cp:revision>10</cp:revision>
  <cp:lastPrinted>2025-12-31T10:06:00Z</cp:lastPrinted>
  <dcterms:created xsi:type="dcterms:W3CDTF">2023-09-11T12:03:00Z</dcterms:created>
  <dcterms:modified xsi:type="dcterms:W3CDTF">2025-12-31T10:06:00Z</dcterms:modified>
</cp:coreProperties>
</file>